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538C" w:rsidRPr="000811A5" w:rsidRDefault="00DD15BD" w:rsidP="00DD15B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811A5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Приложение </w:t>
      </w:r>
      <w:r w:rsidR="005B74B4">
        <w:rPr>
          <w:rFonts w:ascii="Times New Roman" w:eastAsia="Times New Roman" w:hAnsi="Times New Roman" w:cs="Times New Roman"/>
          <w:color w:val="000000"/>
          <w:sz w:val="20"/>
          <w:szCs w:val="20"/>
        </w:rPr>
        <w:t>4</w:t>
      </w:r>
      <w:r w:rsidRPr="000811A5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к пояснительной записке</w:t>
      </w:r>
    </w:p>
    <w:p w:rsidR="00022DAC" w:rsidRPr="000811A5" w:rsidRDefault="00022DAC" w:rsidP="005553E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51E25" w:rsidRDefault="00F51E25" w:rsidP="00F51E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22DAC" w:rsidRDefault="00446CFE" w:rsidP="00F51E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811A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Расходы бюджета Ханты-Мансийского автономного округа – Югры в разрезе </w:t>
      </w:r>
      <w:r w:rsidR="00F51E25">
        <w:rPr>
          <w:rFonts w:ascii="Times New Roman" w:eastAsia="Times New Roman" w:hAnsi="Times New Roman" w:cs="Times New Roman"/>
          <w:b/>
          <w:bCs/>
          <w:sz w:val="24"/>
          <w:szCs w:val="24"/>
        </w:rPr>
        <w:t>главных распорядителей средств бюджета автономного округа</w:t>
      </w:r>
      <w:r w:rsidRPr="000811A5">
        <w:rPr>
          <w:rFonts w:ascii="Times New Roman" w:eastAsia="Times New Roman" w:hAnsi="Times New Roman" w:cs="Times New Roman"/>
          <w:b/>
          <w:bCs/>
          <w:sz w:val="24"/>
          <w:szCs w:val="24"/>
        </w:rPr>
        <w:t>, разделов, подразделов и видов расходов</w:t>
      </w:r>
      <w:r w:rsidR="00F51E2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(ведомственная структура) </w:t>
      </w:r>
      <w:r w:rsidR="00F51E25" w:rsidRPr="000811A5">
        <w:rPr>
          <w:rFonts w:ascii="Times New Roman" w:eastAsia="Times New Roman" w:hAnsi="Times New Roman" w:cs="Times New Roman"/>
          <w:b/>
          <w:bCs/>
          <w:sz w:val="24"/>
          <w:szCs w:val="24"/>
        </w:rPr>
        <w:t>на 20</w:t>
      </w:r>
      <w:r w:rsidR="00F51E25">
        <w:rPr>
          <w:rFonts w:ascii="Times New Roman" w:eastAsia="Times New Roman" w:hAnsi="Times New Roman" w:cs="Times New Roman"/>
          <w:b/>
          <w:bCs/>
          <w:sz w:val="24"/>
          <w:szCs w:val="24"/>
        </w:rPr>
        <w:t>21 год и на плановый период 2022</w:t>
      </w:r>
      <w:r w:rsidR="00F51E25" w:rsidRPr="000811A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 20</w:t>
      </w:r>
      <w:r w:rsidR="00F51E25">
        <w:rPr>
          <w:rFonts w:ascii="Times New Roman" w:eastAsia="Times New Roman" w:hAnsi="Times New Roman" w:cs="Times New Roman"/>
          <w:b/>
          <w:bCs/>
          <w:sz w:val="24"/>
          <w:szCs w:val="24"/>
        </w:rPr>
        <w:t>23</w:t>
      </w:r>
      <w:r w:rsidR="00F51E25" w:rsidRPr="000811A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годов </w:t>
      </w:r>
    </w:p>
    <w:p w:rsidR="00F51E25" w:rsidRPr="00983946" w:rsidRDefault="00F51E25" w:rsidP="00F51E2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022DAC" w:rsidRPr="000811A5" w:rsidRDefault="00DD15BD" w:rsidP="00DD15B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811A5">
        <w:rPr>
          <w:rFonts w:ascii="Times New Roman" w:hAnsi="Times New Roman" w:cs="Times New Roman"/>
          <w:sz w:val="20"/>
          <w:szCs w:val="20"/>
        </w:rPr>
        <w:t>(тыс. рублей)</w:t>
      </w:r>
    </w:p>
    <w:tbl>
      <w:tblPr>
        <w:tblW w:w="15680" w:type="dxa"/>
        <w:tblInd w:w="113" w:type="dxa"/>
        <w:tblLook w:val="04A0" w:firstRow="1" w:lastRow="0" w:firstColumn="1" w:lastColumn="0" w:noHBand="0" w:noVBand="1"/>
      </w:tblPr>
      <w:tblGrid>
        <w:gridCol w:w="4432"/>
        <w:gridCol w:w="540"/>
        <w:gridCol w:w="440"/>
        <w:gridCol w:w="483"/>
        <w:gridCol w:w="580"/>
        <w:gridCol w:w="1347"/>
        <w:gridCol w:w="1358"/>
        <w:gridCol w:w="1291"/>
        <w:gridCol w:w="836"/>
        <w:gridCol w:w="1291"/>
        <w:gridCol w:w="856"/>
        <w:gridCol w:w="1350"/>
        <w:gridCol w:w="876"/>
      </w:tblGrid>
      <w:tr w:rsidR="008A64D6" w:rsidRPr="008A64D6" w:rsidTr="00426CD1">
        <w:trPr>
          <w:trHeight w:val="255"/>
        </w:trPr>
        <w:tc>
          <w:tcPr>
            <w:tcW w:w="44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Вед</w:t>
            </w:r>
          </w:p>
        </w:tc>
        <w:tc>
          <w:tcPr>
            <w:tcW w:w="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Рз</w:t>
            </w:r>
          </w:p>
        </w:tc>
        <w:tc>
          <w:tcPr>
            <w:tcW w:w="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</w:t>
            </w:r>
          </w:p>
        </w:tc>
        <w:tc>
          <w:tcPr>
            <w:tcW w:w="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13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2019 год</w:t>
            </w:r>
          </w:p>
        </w:tc>
        <w:tc>
          <w:tcPr>
            <w:tcW w:w="13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2020 год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2021 год</w:t>
            </w:r>
          </w:p>
        </w:tc>
        <w:tc>
          <w:tcPr>
            <w:tcW w:w="214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2022 год</w:t>
            </w:r>
          </w:p>
        </w:tc>
        <w:tc>
          <w:tcPr>
            <w:tcW w:w="222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2023 год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отчет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утверждено законом</w:t>
            </w:r>
            <w:r w:rsidR="00E84E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№ 24-оз от 26.03.2020г.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 % к 2020 году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 % к 2021 году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 % к 2022 году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E84E5A">
            <w:pPr>
              <w:spacing w:after="0" w:line="240" w:lineRule="auto"/>
              <w:ind w:right="-7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248 789 935,5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E84E5A">
            <w:pPr>
              <w:spacing w:after="0" w:line="240" w:lineRule="auto"/>
              <w:ind w:right="-137" w:hanging="13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272 772 560,7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E84E5A">
            <w:pPr>
              <w:spacing w:after="0" w:line="240" w:lineRule="auto"/>
              <w:ind w:hanging="7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254 464 668,0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93,3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E84E5A">
            <w:pPr>
              <w:spacing w:after="0" w:line="240" w:lineRule="auto"/>
              <w:ind w:left="-80" w:right="-12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250 825 844,8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98,6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E84E5A">
            <w:pPr>
              <w:spacing w:after="0" w:line="240" w:lineRule="auto"/>
              <w:ind w:right="-4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252 727 304,8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100,8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Дума Ханты-Мансийского автономного округа – Югры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575 281,7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512 442,1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526 123,8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494 739,0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494 739,0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561 023,6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496 714,0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509 458,8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484 306,0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484 306,0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E84E5A" w:rsidRPr="008A64D6" w:rsidTr="00426CD1">
        <w:trPr>
          <w:trHeight w:val="82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538 025,6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489 803,0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502 547,8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477 395,0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477 395,0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E84E5A" w:rsidRPr="008A64D6" w:rsidTr="00426CD1">
        <w:trPr>
          <w:trHeight w:val="894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492 872,7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447 153,8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457 059,7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441 996,6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441 996,6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E84E5A" w:rsidRPr="008A64D6" w:rsidTr="00426CD1">
        <w:trPr>
          <w:trHeight w:val="301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492 872,7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447 153,8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457 059,7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441 996,6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441 996,6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E84E5A" w:rsidRPr="008A64D6" w:rsidTr="00426CD1">
        <w:trPr>
          <w:trHeight w:val="351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44 793,8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41 899,2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44 109,1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34 019,4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77,1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34 019,4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E84E5A" w:rsidRPr="008A64D6" w:rsidTr="00426CD1">
        <w:trPr>
          <w:trHeight w:val="627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44 793,8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41 899,2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44 109,1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34 019,4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77,1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34 019,4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359,2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359,2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22 998,0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6 911,0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6 911,0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6 911,0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6 911,0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</w:tbl>
    <w:p w:rsidR="00426CD1" w:rsidRDefault="00426CD1"/>
    <w:p w:rsidR="00426CD1" w:rsidRDefault="00426CD1"/>
    <w:p w:rsidR="00426CD1" w:rsidRDefault="00426CD1"/>
    <w:tbl>
      <w:tblPr>
        <w:tblW w:w="15680" w:type="dxa"/>
        <w:tblInd w:w="113" w:type="dxa"/>
        <w:tblLook w:val="04A0" w:firstRow="1" w:lastRow="0" w:firstColumn="1" w:lastColumn="0" w:noHBand="0" w:noVBand="1"/>
      </w:tblPr>
      <w:tblGrid>
        <w:gridCol w:w="4432"/>
        <w:gridCol w:w="540"/>
        <w:gridCol w:w="440"/>
        <w:gridCol w:w="483"/>
        <w:gridCol w:w="580"/>
        <w:gridCol w:w="1347"/>
        <w:gridCol w:w="1358"/>
        <w:gridCol w:w="1291"/>
        <w:gridCol w:w="836"/>
        <w:gridCol w:w="1291"/>
        <w:gridCol w:w="856"/>
        <w:gridCol w:w="1350"/>
        <w:gridCol w:w="876"/>
      </w:tblGrid>
      <w:tr w:rsidR="00426CD1" w:rsidRPr="008A64D6" w:rsidTr="00426CD1">
        <w:trPr>
          <w:cantSplit/>
          <w:tblHeader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D1" w:rsidRPr="008A64D6" w:rsidRDefault="00426CD1" w:rsidP="0027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CD1" w:rsidRPr="008A64D6" w:rsidRDefault="00426CD1" w:rsidP="0027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CD1" w:rsidRPr="008A64D6" w:rsidRDefault="00426CD1" w:rsidP="0027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CD1" w:rsidRPr="008A64D6" w:rsidRDefault="00426CD1" w:rsidP="0027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CD1" w:rsidRPr="008A64D6" w:rsidRDefault="00426CD1" w:rsidP="0027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CD1" w:rsidRPr="008A64D6" w:rsidRDefault="00426CD1" w:rsidP="0027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CD1" w:rsidRPr="008A64D6" w:rsidRDefault="00426CD1" w:rsidP="0027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CD1" w:rsidRPr="008A64D6" w:rsidRDefault="00426CD1" w:rsidP="0027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CD1" w:rsidRPr="008A64D6" w:rsidRDefault="00426CD1" w:rsidP="0027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CD1" w:rsidRPr="008A64D6" w:rsidRDefault="00426CD1" w:rsidP="0027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CD1" w:rsidRPr="008A64D6" w:rsidRDefault="00426CD1" w:rsidP="0027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CD1" w:rsidRPr="008A64D6" w:rsidRDefault="00426CD1" w:rsidP="0027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6CD1" w:rsidRPr="008A64D6" w:rsidRDefault="00426CD1" w:rsidP="0027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</w:tr>
      <w:tr w:rsidR="00E84E5A" w:rsidRPr="008A64D6" w:rsidTr="00426CD1">
        <w:trPr>
          <w:trHeight w:val="833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11 215,4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11 215,4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4 526,4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84E5A" w:rsidRPr="008A64D6" w:rsidTr="00426CD1">
        <w:trPr>
          <w:trHeight w:val="670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4 526,4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84E5A" w:rsidRPr="008A64D6" w:rsidTr="00426CD1">
        <w:trPr>
          <w:trHeight w:val="382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7 256,2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6 911,0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6 911,0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6 911,0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6 911,0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E84E5A" w:rsidRPr="008A64D6" w:rsidTr="00426CD1">
        <w:trPr>
          <w:trHeight w:val="487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805,2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84E5A" w:rsidRPr="008A64D6" w:rsidTr="00426CD1">
        <w:trPr>
          <w:trHeight w:val="381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6 451,0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6 911,0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6 911,0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6 911,0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6 911,0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14 258,1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15 728,1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16 665,0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10 433,0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62,6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10 433,0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Связь и информатика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14 258,1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15 728,1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16 665,0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10 433,0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62,6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10 433,0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14 258,1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15 728,1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16 665,0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10 433,0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62,6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10 433,0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14 258,1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15 728,1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16 665,0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10 433,0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62,6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10 433,0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E84E5A" w:rsidRPr="008A64D6" w:rsidTr="00426CD1">
        <w:trPr>
          <w:trHeight w:val="668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Представительство Ханты-Мансийского автономного округа – Югры при Правительстве Российской Федерации и в субъектах Российской Федерации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88 793,4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90 581,1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89 161,8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84 668,7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84 668,7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86 415,4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87 677,1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86 627,3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82 924,9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82 943,4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86 415,4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87 677,1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86 627,3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82 924,9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82 943,4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E84E5A" w:rsidRPr="008A64D6" w:rsidTr="00426CD1">
        <w:trPr>
          <w:trHeight w:val="1186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67 553,2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68 467,6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69 180,4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68 808,4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68 758,4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99,9</w:t>
            </w:r>
          </w:p>
        </w:tc>
      </w:tr>
      <w:tr w:rsidR="00E84E5A" w:rsidRPr="008A64D6" w:rsidTr="00426CD1">
        <w:trPr>
          <w:trHeight w:val="481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67 553,2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68 467,6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69 180,4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68 808,4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68 758,4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99,9</w:t>
            </w:r>
          </w:p>
        </w:tc>
      </w:tr>
      <w:tr w:rsidR="00E84E5A" w:rsidRPr="008A64D6" w:rsidTr="00426CD1">
        <w:trPr>
          <w:trHeight w:val="37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13 651,2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15 058,5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13 575,4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10 250,0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75,5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10 323,5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100,7</w:t>
            </w:r>
          </w:p>
        </w:tc>
      </w:tr>
      <w:tr w:rsidR="00E84E5A" w:rsidRPr="008A64D6" w:rsidTr="00426CD1">
        <w:trPr>
          <w:trHeight w:val="567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13 651,2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15 058,5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13 575,4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10 250,0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75,5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10 323,5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100,7</w:t>
            </w:r>
          </w:p>
        </w:tc>
      </w:tr>
      <w:tr w:rsidR="00E84E5A" w:rsidRPr="008A64D6" w:rsidTr="00426CD1">
        <w:trPr>
          <w:trHeight w:val="319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1 024,6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1 024,6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4 186,3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4 151,0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3 871,5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3 866,5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3 861,5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99,9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4 186,3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4 151,0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3 871,5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3 866,5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3 861,5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99,9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2 378,1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2 904,0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2 534,5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1 743,8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68,8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1 725,3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98,9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Связь и информатика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2 378,1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2 904,0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2 534,5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1 743,8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68,8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1 725,3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98,9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2 378,1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2 904,0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2 534,5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1 743,8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68,8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1 725,3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98,9</w:t>
            </w:r>
          </w:p>
        </w:tc>
      </w:tr>
      <w:tr w:rsidR="00E84E5A" w:rsidRPr="008A64D6" w:rsidTr="00426CD1">
        <w:trPr>
          <w:trHeight w:val="599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2 378,1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2 904,0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2 534,5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1 743,8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68,8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1 725,3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98,9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Региональная служба по тарифам Ханты-Мансийского автономного округа – Югры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135 702,5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137 758,2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138 819,8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138 819,8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138 819,8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5 750,8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5 750,8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127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4 250,1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4 250,1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1 428,3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84E5A" w:rsidRPr="008A64D6" w:rsidTr="00426CD1">
        <w:trPr>
          <w:trHeight w:val="629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1 428,3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129 951,7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137 758,2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138 819,8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138 819,8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138 819,8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Связь и информатика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84E5A" w:rsidRPr="008A64D6" w:rsidTr="00426CD1">
        <w:trPr>
          <w:trHeight w:val="491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84E5A" w:rsidRPr="008A64D6" w:rsidTr="00426CD1">
        <w:trPr>
          <w:trHeight w:val="38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84E5A" w:rsidRPr="008A64D6" w:rsidTr="00426CD1">
        <w:trPr>
          <w:trHeight w:val="41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129 815,6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137 758,2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138 819,8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138 819,8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138 819,8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E84E5A" w:rsidRPr="008A64D6" w:rsidTr="00426CD1">
        <w:trPr>
          <w:trHeight w:val="1101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128 966,4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134 088,3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135 149,9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135 149,9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135 149,9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128 966,4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134 088,3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135 149,9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135 149,9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135 149,9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849,1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3 665,9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3 669,9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3 669,9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3 669,9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E84E5A" w:rsidRPr="008A64D6" w:rsidTr="00426CD1">
        <w:trPr>
          <w:trHeight w:val="593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849,1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3 665,9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3 669,9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3 669,9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3 669,9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Служба по контролю и надзору в сфере здравоохранения Ханты-Мансийского автономного округа – Югры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39 607,1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38 119,0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38 289,2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38 289,2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38 289,2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1 487,6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1 487,6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84E5A" w:rsidRPr="008A64D6" w:rsidTr="00426CD1">
        <w:trPr>
          <w:trHeight w:val="1168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1 123,9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84E5A" w:rsidRPr="008A64D6" w:rsidTr="00426CD1">
        <w:trPr>
          <w:trHeight w:val="434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1 123,9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84E5A" w:rsidRPr="008A64D6" w:rsidTr="00426CD1">
        <w:trPr>
          <w:trHeight w:val="47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363,7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84E5A" w:rsidRPr="008A64D6" w:rsidTr="00426CD1">
        <w:trPr>
          <w:trHeight w:val="50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363,7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38 119,6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38 119,0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38 289,2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38 289,2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38 289,2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38 119,6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38 119,0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38 289,2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38 289,2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38 289,2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E84E5A" w:rsidRPr="008A64D6" w:rsidTr="00426CD1">
        <w:trPr>
          <w:trHeight w:val="933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37 360,0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36 379,9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36 592,8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36 592,8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36 592,8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37 360,0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36 379,9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36 592,8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36 592,8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36 592,8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759,5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1 735,7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1 695,4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1 695,4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1 695,4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E84E5A" w:rsidRPr="008A64D6" w:rsidTr="00426CD1">
        <w:trPr>
          <w:trHeight w:val="528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759,5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1 735,7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1 695,4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1 695,4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1 695,4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E84E5A" w:rsidRPr="008A64D6" w:rsidTr="00426CD1">
        <w:trPr>
          <w:trHeight w:val="714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Служба государственного надзора за техническим состоянием самоходных машин и других видов техники Ханты-Мансийского автономного округа – Югры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195 303,5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198 276,7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197 773,0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197 773,0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197 773,0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6 695,9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6 695,9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84E5A" w:rsidRPr="008A64D6" w:rsidTr="00426CD1">
        <w:trPr>
          <w:trHeight w:val="948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4 335,0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4 335,0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84E5A" w:rsidRPr="008A64D6" w:rsidTr="00426CD1">
        <w:trPr>
          <w:trHeight w:val="391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1 445,1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84E5A" w:rsidRPr="008A64D6" w:rsidTr="00426CD1">
        <w:trPr>
          <w:trHeight w:val="597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1 445,1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84E5A" w:rsidRPr="008A64D6" w:rsidTr="00426CD1">
        <w:trPr>
          <w:trHeight w:val="3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915,8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84E5A" w:rsidRPr="008A64D6" w:rsidTr="00426CD1">
        <w:trPr>
          <w:trHeight w:val="457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915,8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188 607,6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198 276,7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197 773,0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197 773,0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197 773,0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Связь и информатика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84E5A" w:rsidRPr="008A64D6" w:rsidTr="00426CD1">
        <w:trPr>
          <w:trHeight w:val="302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84E5A" w:rsidRPr="008A64D6" w:rsidTr="00426CD1">
        <w:trPr>
          <w:trHeight w:val="55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188 267,6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198 276,7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197 773,0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197 773,0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197 773,0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E84E5A" w:rsidRPr="008A64D6" w:rsidTr="00426CD1">
        <w:trPr>
          <w:trHeight w:val="982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160 005,1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164 438,7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164 582,8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164 582,8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164 582,8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160 005,1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164 438,7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164 582,8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164 582,8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164 582,8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27 108,1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32 902,0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32 170,5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32 170,5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32 170,5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E84E5A" w:rsidRPr="008A64D6" w:rsidTr="00426CD1">
        <w:trPr>
          <w:trHeight w:val="629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27 108,1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32 902,0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32 170,5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32 170,5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32 170,5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1 154,4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936,0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1 019,7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1 019,7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1 019,7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1 154,4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936,0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1 019,7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1 019,7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1 019,7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Департамент дорожного хозяйства и транспорта Ханты-Мансийского автономного округа – Югры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17 613 996,8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18 688 747,9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15 206 812,6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14 834 703,1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14 700 166,7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99,1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3 068,7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3 068,7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127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1 835,0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1 835,0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799,5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84E5A" w:rsidRPr="008A64D6" w:rsidTr="00426CD1">
        <w:trPr>
          <w:trHeight w:val="669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799,5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84E5A" w:rsidRPr="008A64D6" w:rsidTr="00426CD1">
        <w:trPr>
          <w:trHeight w:val="32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434,2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434,2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17 610 928,1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18 688 747,9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15 206 812,6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14 834 703,1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14 700 166,7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99,1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Транспорт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2 123 673,0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2 481 553,3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1 533 393,8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1 342 321,6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87,5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1 342 321,6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E84E5A" w:rsidRPr="008A64D6" w:rsidTr="00426CD1">
        <w:trPr>
          <w:trHeight w:val="84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77 145,8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80 798,0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80 737,4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80 737,4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80 737,4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77 145,8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80 798,0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80 737,4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80 737,4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80 737,4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173 174,9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145 274,6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646 258,7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444,9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648 534,7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669 877,0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103,3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173 174,9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145 274,6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646 258,7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444,9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648 534,7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669 877,0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103,3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1 873 352,3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2 255 480,7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806 397,7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613 049,5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591 707,2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96,5</w:t>
            </w:r>
          </w:p>
        </w:tc>
      </w:tr>
      <w:tr w:rsidR="00E84E5A" w:rsidRPr="008A64D6" w:rsidTr="00426CD1">
        <w:trPr>
          <w:trHeight w:val="728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1 873 112,3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2 255 237,7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806 154,7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612 806,5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591 464,2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96,5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243,0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243,0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243,0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243,0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15 487 040,4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16 207 194,6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13 673 418,8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13 492 381,5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13 357 845,1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99,0</w:t>
            </w:r>
          </w:p>
        </w:tc>
      </w:tr>
      <w:tr w:rsidR="00E84E5A" w:rsidRPr="008A64D6" w:rsidTr="00426CD1">
        <w:trPr>
          <w:trHeight w:val="83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325 061,8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345 642,4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354 181,1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355 592,1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355 822,1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100,1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325 061,8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345 642,4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354 181,1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355 592,1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355 822,1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100,1</w:t>
            </w:r>
          </w:p>
        </w:tc>
      </w:tr>
      <w:tr w:rsidR="00E84E5A" w:rsidRPr="008A64D6" w:rsidTr="00426CD1">
        <w:trPr>
          <w:trHeight w:val="292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7 134 794,7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7 990 568,7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6 126 175,9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5 290 256,0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86,4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5 652 375,2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106,8</w:t>
            </w:r>
          </w:p>
        </w:tc>
      </w:tr>
      <w:tr w:rsidR="00E84E5A" w:rsidRPr="008A64D6" w:rsidTr="00426CD1">
        <w:trPr>
          <w:trHeight w:val="611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7 134 794,7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7 990 568,7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6 126 175,9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5 290 256,0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86,4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5 652 375,2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106,8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1 676 673,9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2 340 969,7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3 122 565,6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4 857 271,1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155,6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4 489 351,5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92,4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1 676 673,9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2 340 969,7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3 122 565,6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4 857 271,1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155,6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4 489 351,5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92,4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3 463 117,8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3 123 241,8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1 768 646,2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687 412,3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38,9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558 446,3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81,2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2 384 117,8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1 964 241,8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1 768 646,2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687 412,3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38,9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558 446,3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81,2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1 079 000,0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1 159 000,0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2 887 392,1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2 406 772,0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2 301 850,0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2 301 850,0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2 301 850,0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2 887 392,1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2 406 772,0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2 301 850,0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2 301 850,0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2 301 850,0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Связь и информатика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214,7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214,7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84E5A" w:rsidRPr="008A64D6" w:rsidTr="00426CD1">
        <w:trPr>
          <w:trHeight w:val="638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214,7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84E5A" w:rsidRPr="008A64D6" w:rsidTr="00426CD1">
        <w:trPr>
          <w:trHeight w:val="647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Департамент образования и молодежной политики Ханты-Мансийского автономного округа – Югры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64 790 354,2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28 443 812,4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78 033 258,6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74 341 780,3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75 759 470,2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101,9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6 045,0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6 045,0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84E5A" w:rsidRPr="008A64D6" w:rsidTr="00426CD1">
        <w:trPr>
          <w:trHeight w:val="834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3 529,0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3 529,0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2 195,5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84E5A" w:rsidRPr="008A64D6" w:rsidTr="00426CD1">
        <w:trPr>
          <w:trHeight w:val="611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2 195,5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84E5A" w:rsidRPr="008A64D6" w:rsidTr="00426CD1">
        <w:trPr>
          <w:trHeight w:val="268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Национальная экономика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18 893,1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18 489,3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84E5A" w:rsidRPr="008A64D6" w:rsidTr="00426CD1">
        <w:trPr>
          <w:trHeight w:val="51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18 489,3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16 098,9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2 390,5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Связь и информатика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403,7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403,7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84E5A" w:rsidRPr="008A64D6" w:rsidTr="00426CD1">
        <w:trPr>
          <w:trHeight w:val="556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403,7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63 574 613,7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26 894 268,4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76 537 171,7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284,6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72 845 693,4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74 263 383,3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101,9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Дошкольное образование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955 930,0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1 811 614,2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1 546 445,1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179 912,0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178 012,0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98,9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54 039,8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54 039,8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952 130,7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1 753 774,4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1 542 645,1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176 112,0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176 112,0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952 130,7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1 753 774,4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1 542 645,1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176 112,0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176 112,0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3 799,2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3 800,0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3 800,0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3 800,0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1 900,0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</w:tr>
      <w:tr w:rsidR="008A64D6" w:rsidRPr="008A64D6" w:rsidTr="00426CD1">
        <w:trPr>
          <w:trHeight w:val="102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3 799,2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3 800,0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3 800,0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3 800,0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1 900,0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4 982 571,4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12 231 750,8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11 698 911,6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10 180 598,5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10 707 040,8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105,2</w:t>
            </w:r>
          </w:p>
        </w:tc>
      </w:tr>
      <w:tr w:rsidR="00E84E5A" w:rsidRPr="008A64D6" w:rsidTr="00426CD1">
        <w:trPr>
          <w:trHeight w:val="819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1 828 374,9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1 968 094,2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2 019 840,2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2 019 840,2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2 019 840,2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1 828 374,9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1 968 094,2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2 019 840,2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2 019 840,2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2 019 840,2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632 586,1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1 279 969,0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858 422,6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652 787,6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764 806,0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117,2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632 586,1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1 279 969,0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858 422,6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652 787,6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764 806,0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117,2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9 706,2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22 323,7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20 135,3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18 785,3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13 335,3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7 780,2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20 123,7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17 935,3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16 585,3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11 635,3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70,2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Премии и гранты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1 926,0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2 200,0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2 200,0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1 700,0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77,3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2 334 734,5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8 771 807,7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8 611 494,7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7 299 337,3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84,8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7 718 865,9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105,7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678 975,1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6 091 866,4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4 961 083,7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4 499 915,5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4 126 778,8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91,7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1 655 759,4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2 126 175,6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3 650 411,0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171,7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2 799 421,8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76,7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3 592 087,1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128,3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553 765,7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121 732,4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133 890,1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133 896,1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133 896,1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133 896,1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113 149,4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121 467,5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121 408,5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121 408,5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121 408,5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8 583,0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12 422,6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12 487,6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12 487,6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12 487,6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55 437,4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55 666,1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55 122,7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55 952,0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56 297,3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100,6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55 428,3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55 666,1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55 122,7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55 952,0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56 297,3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100,6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146 359,7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279 066,7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330 153,6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608 802,1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184,4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243 439,2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1 465,0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46 919,6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8 633,9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84E5A" w:rsidRPr="008A64D6" w:rsidTr="00426CD1">
        <w:trPr>
          <w:trHeight w:val="52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1 465,0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46 919,6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8 633,9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84E5A" w:rsidRPr="008A64D6" w:rsidTr="00426CD1">
        <w:trPr>
          <w:trHeight w:val="379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5 500,0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Премии и гранты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5 500,0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13 264,9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36 570,2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13 264,9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36 570,2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144 894,7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213 382,2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284 949,5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608 802,1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213,7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243 439,2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21 538,9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42 622,4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57 457,8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386 091,7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672,0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46 232,5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 автономным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88 811,8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143 525,0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163 887,2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196 482,5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119,9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163 012,4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83,0</w:t>
            </w:r>
          </w:p>
        </w:tc>
      </w:tr>
      <w:tr w:rsidR="008A64D6" w:rsidRPr="008A64D6" w:rsidTr="00426CD1">
        <w:trPr>
          <w:trHeight w:val="102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34 544,0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27 234,8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63 604,5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26 227,9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41,2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34 194,3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130,4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Среднее профессиональное образование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4 044 025,5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4 352 181,9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4 539 729,9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4 140 156,0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91,2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4 593 169,8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110,9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93 316,4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83 784,3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79 872,6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132 567,3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166,0</w:t>
            </w:r>
          </w:p>
        </w:tc>
      </w:tr>
      <w:tr w:rsidR="00E84E5A" w:rsidRPr="008A64D6" w:rsidTr="00426CD1">
        <w:trPr>
          <w:trHeight w:val="543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93 316,4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83 784,3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79 872,6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132 567,3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166,0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4 044 025,5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4 258 865,5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4 455 945,6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4 060 283,4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91,1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4 460 602,5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109,9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2 752 001,3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2 911 154,3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3 102 693,7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2 824 112,2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3 107 068,4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1 292 024,2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1 347 711,2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1 353 251,9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1 236 171,2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91,3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1 353 534,1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109,5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46 299,4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43 572,7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105 646,9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242,5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74 395,9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70,4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49 815,7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67,0</w:t>
            </w:r>
          </w:p>
        </w:tc>
      </w:tr>
      <w:tr w:rsidR="00E84E5A" w:rsidRPr="008A64D6" w:rsidTr="00426CD1">
        <w:trPr>
          <w:trHeight w:val="496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46 299,4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43 572,7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49 815,7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49 815,7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49 815,7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46 299,4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43 572,7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47 554,9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47 554,9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47 554,9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Высшее образование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3 034 850,6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3 398 004,3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3 394 850,2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3 283 832,7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3 416 521,7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3 034 850,6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3 398 004,3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3 394 850,2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3 283 832,7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3 416 521,7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3 034 850,6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3 398 004,3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3 394 850,2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3 283 832,7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3 416 521,7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Молодежная политика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747 533,7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2 016 568,6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889 848,4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889 848,4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888 795,4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99,9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84E5A" w:rsidRPr="008A64D6" w:rsidTr="00426CD1">
        <w:trPr>
          <w:trHeight w:val="483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84E5A" w:rsidRPr="008A64D6" w:rsidTr="00426CD1">
        <w:trPr>
          <w:trHeight w:val="48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2 140,0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2 170,0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Премии и гранты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2 140,0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2 170,0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573 680,1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1 821 996,9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713 052,3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713 052,3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713 052,3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164 465,8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1 413 263,7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279 096,2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279 096,2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279 096,2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409 214,3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408 733,2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433 956,1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433 956,1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433 956,1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E84E5A" w:rsidRPr="008A64D6" w:rsidTr="00426CD1">
        <w:trPr>
          <w:trHeight w:val="429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171 713,6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190 401,7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176 026,1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176 026,1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174 973,1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99,4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171 713,6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190 401,7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176 026,1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176 026,1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174 973,1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99,4</w:t>
            </w:r>
          </w:p>
        </w:tc>
      </w:tr>
      <w:tr w:rsidR="00E84E5A" w:rsidRPr="008A64D6" w:rsidTr="00426CD1">
        <w:trPr>
          <w:trHeight w:val="387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Прикладные научные исследования в области образования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216 029,4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236 624,9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240 415,7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240 415,7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240 415,7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E84E5A" w:rsidRPr="008A64D6" w:rsidTr="00426CD1">
        <w:trPr>
          <w:trHeight w:val="5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216 029,4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236 624,9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240 415,7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240 415,7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240 415,7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216 029,4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236 624,9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240 415,7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240 415,7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240 415,7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49 401 014,0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2 524 884,3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53 791 170,3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2 130,4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53 247 732,1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53 946 173,0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101,3</w:t>
            </w:r>
          </w:p>
        </w:tc>
      </w:tr>
      <w:tr w:rsidR="00E84E5A" w:rsidRPr="008A64D6" w:rsidTr="00426CD1">
        <w:trPr>
          <w:trHeight w:val="982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165 720,9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151 830,6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152 490,2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152 490,2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152 490,2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165 720,9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151 830,6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152 490,2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152 490,2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152 490,2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100 085,9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451 901,2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155 510,2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66 854,0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161 289,6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241,3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100 085,9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451 901,2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155 510,2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66 854,0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161 289,6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241,3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193 587,3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243 181,5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259 161,7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262 417,7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262 313,7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45 762,8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40 184,9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43 193,3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46 449,3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46 345,3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99,8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Стипендии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124 341,5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177 946,6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188 261,8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188 261,8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188 261,8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Премии и гранты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23 483,0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25 050,0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27 706,6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27 706,6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27 706,6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47 690 986,3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51 941 322,1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51 941 322,1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51 941 322,1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47 690 986,3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51 941 322,1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51 941 322,1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51 941 322,1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E84E5A" w:rsidRPr="008A64D6" w:rsidTr="00426CD1">
        <w:trPr>
          <w:trHeight w:val="483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1 250 154,0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1 660 484,0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1 282 308,8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824 270,8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64,3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1 428 380,1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173,3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662 376,6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996 597,0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960 329,8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555 935,5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57,9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1 160 006,8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208,7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255 603,9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172 660,0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215 399,4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171 602,4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79,7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171 640,4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102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332 173,4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491 227,0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106 579,6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96 732,9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96 732,9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479,7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17 487,0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377,3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377,3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377,3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E84E5A" w:rsidRPr="008A64D6" w:rsidTr="00426CD1">
        <w:trPr>
          <w:trHeight w:val="80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17 062,0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389,7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425,0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377,3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377,3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377,3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1 190 802,6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1 549 544,0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1 496 086,9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1 496 086,9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1 496 086,9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1 190 802,6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1 549 544,0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1 496 086,9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1 496 086,9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1 496 086,9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152 571,0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236 394,0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249 895,9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249 895,9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249 895,9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152 571,0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236 394,0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249 895,9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249 895,9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249 895,9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1 038 231,5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1 313 150,0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1 246 191,0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1 246 191,0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1 246 191,0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1 038 231,5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1 313 150,0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1 246 191,0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1 246 191,0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1 246 191,0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Департамент культуры Ханты-Мансийского автономного округа – Югры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2 824 985,0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2 708 151,6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3 044 340,8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2 461 273,9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2 657 939,1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3 736,3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3 736,3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84E5A" w:rsidRPr="008A64D6" w:rsidTr="00426CD1">
        <w:trPr>
          <w:trHeight w:val="1081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1 735,8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1 735,8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397,2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397,2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1 603,2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1 603,2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309,7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Связь и информатика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309,7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309,7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84E5A" w:rsidRPr="008A64D6" w:rsidTr="00426CD1">
        <w:trPr>
          <w:trHeight w:val="543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309,7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801 874,8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636 959,7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889 045,9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139,6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757 151,9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85,2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936 443,8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123,7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143 676,4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150 292,8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158 130,7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145 730,3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148 241,7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101,7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143 676,4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150 292,8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158 130,7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145 730,3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148 241,7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101,7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143 676,4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150 292,8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158 130,7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145 730,3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148 241,7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101,7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203 763,7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68 537,5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287 611,6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174 808,9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60,8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362 707,9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207,5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132 876,6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216 277,8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132 876,6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216 277,8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70 887,1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68 537,5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71 333,8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71 333,8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71 333,8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70 887,1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68 537,5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71 333,8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71 333,8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71 333,8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Среднее профессиональное образование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441 774,3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409 634,4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435 593,6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428 902,7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417 784,2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97,4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441 774,3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409 634,4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435 593,6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428 902,7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417 784,2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97,4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441 774,3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409 634,4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435 593,6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428 902,7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417 784,2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97,4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Молодежная политика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10 301,0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6 340,0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6 340,0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6 340,0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6 340,0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5 385,7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6 340,0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6 340,0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6 340,0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6 340,0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5 385,7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6 340,0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6 340,0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6 340,0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6 340,0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4 915,3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102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4 915,3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2 359,5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2 155,0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1 370,0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1 370,0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1 370,0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1 350,0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1 350,0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1 350,0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1 350,0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1 350,0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Премии и гранты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1 350,0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1 350,0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1 350,0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1 350,0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1 350,0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1 008,0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785,0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1 008,0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785,0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2 017 185,8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2 068 143,2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2 150 851,5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1 699 938,4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1 717 351,1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1 890 052,0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1 940 269,8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2 028 957,0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1 580 546,9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77,9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1 597 441,7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101,1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3 675,0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865,0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14 753,5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1 705,6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12 373,1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83,9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3 675,0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865,0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14 753,5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1 705,6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12 373,1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83,9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2 857,5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2 940,0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4 440,0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2 940,0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66,2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2 940,0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Премии и гранты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2 857,5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2 940,0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4 440,0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2 940,0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66,2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2 940,0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34 800,7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52 431,3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289 674,9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552,5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18 929,5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13 229,5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69,9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34 800,7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27 431,3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279 674,9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1 019,5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13 229,5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13 229,5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25 000,0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5 700,0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1 851 773,1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1 877 533,5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1 732 807,1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1 542 753,9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1 567 729,1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101,6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1 093 740,7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1 127 823,0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1 050 151,7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976 357,0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997 662,6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102,2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619 018,1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572 315,6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538 310,3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510 417,8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514 087,4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100,7</w:t>
            </w:r>
          </w:p>
        </w:tc>
      </w:tr>
      <w:tr w:rsidR="008A64D6" w:rsidRPr="008A64D6" w:rsidTr="00426CD1">
        <w:trPr>
          <w:trHeight w:val="102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139 014,3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177 394,9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144 345,1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55 979,1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38,8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55 979,1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3 690,0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1 170,0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1 170,0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1 170,0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E84E5A" w:rsidRPr="008A64D6" w:rsidTr="00426CD1">
        <w:trPr>
          <w:trHeight w:val="762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3 690,0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1 170,0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1 170,0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1 170,0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Кинематография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58 323,8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58 760,3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52 454,7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49 951,7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50 469,6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101,0</w:t>
            </w:r>
          </w:p>
        </w:tc>
      </w:tr>
      <w:tr w:rsidR="00E84E5A" w:rsidRPr="008A64D6" w:rsidTr="00426CD1">
        <w:trPr>
          <w:trHeight w:val="611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58 323,8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58 760,3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52 454,7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49 951,7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50 469,6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58 323,8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58 760,3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52 454,7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49 951,7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50 469,6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68 809,9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69 113,1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69 439,8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69 439,8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69 439,8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E84E5A" w:rsidRPr="008A64D6" w:rsidTr="00426CD1">
        <w:trPr>
          <w:trHeight w:val="746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67 568,4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66 144,6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66 479,4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66 479,4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66 479,4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67 568,4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66 144,6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66 479,4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66 479,4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66 479,4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1 241,4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2 968,5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2 960,4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2 960,4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2 960,4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1 241,4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2 968,5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2 960,4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2 960,4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2 960,4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1 878,4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3 048,7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4 443,4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4 183,6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4 144,2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99,1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1 878,4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3 048,7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4 443,4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4 183,6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4 144,2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99,1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1 878,4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3 048,7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4 443,4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4 183,6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4 144,2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99,1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1 878,4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3 048,7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4 443,4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4 183,6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4 144,2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99,1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Департамент общественных и внешних связей Ханты-Мансийского автономного округа – Югры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1 339 051,0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1 679 530,0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1 566 652,5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1 365 815,4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87,2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1 360 815,4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99,6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449 055,0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616 965,6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401 680,6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385 164,4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383 164,4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99,5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449 055,0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616 965,6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401 680,6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385 164,4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383 164,4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99,5</w:t>
            </w:r>
          </w:p>
        </w:tc>
      </w:tr>
      <w:tr w:rsidR="00E84E5A" w:rsidRPr="008A64D6" w:rsidTr="00426CD1">
        <w:trPr>
          <w:trHeight w:val="9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19 019,7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17 101,5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17 184,0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17 184,0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17 184,0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16 309,7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17 101,5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17 184,0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17 184,0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17 184,0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2 710,0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27 259,1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44 312,0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31 694,6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37 071,8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37 071,8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27 259,1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44 312,0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31 694,6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37 071,8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37 071,8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753,9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753,9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84E5A" w:rsidRPr="008A64D6" w:rsidTr="00426CD1">
        <w:trPr>
          <w:trHeight w:val="556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400 571,3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553 764,6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344 264,5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322 371,1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320 371,1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99,4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221 609,4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295 073,4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134 607,5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118 296,9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87,9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120 296,9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101,7</w:t>
            </w:r>
          </w:p>
        </w:tc>
      </w:tr>
      <w:tr w:rsidR="008A64D6" w:rsidRPr="008A64D6" w:rsidTr="00426CD1">
        <w:trPr>
          <w:trHeight w:val="102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178 961,9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258 691,2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209 657,0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204 074,2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200 074,2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1 451,0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1 787,5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7 787,5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435,7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7 787,5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7 787,5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платежей, взносов, безвозмездных перечислений субъектам международного права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1 451,0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1 787,5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1 787,5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1 787,5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1 787,5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211 263,9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212 939,2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212 939,2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198 649,1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198 649,1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Связь и информатика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211 263,9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212 939,2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212 939,2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198 649,1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198 649,1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211 013,6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212 939,2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212 939,2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198 649,1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198 649,1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211 013,6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212 939,2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212 939,2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198 649,1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198 649,1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678 732,2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849 625,2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952 032,7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782 001,9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779 001,9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99,6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Телевидение и радиовещание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452 905,8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484 564,7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686 422,4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608 042,6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88,6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610 042,6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100,3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452 905,8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484 564,7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686 422,4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608 042,6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88,6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610 042,6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100,3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452 905,8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484 564,7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686 422,4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608 042,6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88,6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610 042,6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100,3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22 193,2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24 382,9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24 382,9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24 382,9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24 382,9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22 193,2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24 382,9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24 382,9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24 382,9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24 382,9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22 193,2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24 382,9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24 382,9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24 382,9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24 382,9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203 633,2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340 677,6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241 227,4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149 576,4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144 576,4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96,7</w:t>
            </w:r>
          </w:p>
        </w:tc>
      </w:tr>
      <w:tr w:rsidR="00E84E5A" w:rsidRPr="008A64D6" w:rsidTr="00426CD1">
        <w:trPr>
          <w:trHeight w:val="982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107 446,8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104 720,7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104 972,7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104 972,7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104 972,7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107 446,8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104 720,7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104 972,7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104 972,7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104 972,7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2 119,9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133 316,0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9 153,6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9 153,6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9 153,6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2 119,9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133 316,0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9 153,6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9 153,6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9 153,6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Премии и гранты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921,7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921,7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92 794,8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102 290,9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11 751,1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11 200,1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11 200,1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102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92 794,7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102 290,9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11 751,1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11 200,1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11 200,1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Департамент физической культуры и спорта Ханты-Мансийского автономного округа – Югры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5 870 755,0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4 634 176,8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5 211 309,0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3 840 937,1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3 879 975,0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1 663,6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1 663,6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84E5A" w:rsidRPr="008A64D6" w:rsidTr="00426CD1">
        <w:trPr>
          <w:trHeight w:val="918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1 269,5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1 269,5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394,1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394,1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Связь и информатика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225 156,9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201 517,3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196 566,2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210 831,7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202 753,1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96,2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Среднее профессиональное образование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205 439,5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181 693,3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176 742,2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191 007,7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189 935,2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99,4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205 439,5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181 693,3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176 742,2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191 007,7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189 935,2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99,4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205 439,5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181 693,3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176 742,2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191 007,7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189 935,2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99,4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Молодежная политика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19 717,4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19 824,0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19 824,0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19 824,0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12 817,9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64,7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19 717,4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19 824,0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19 824,0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19 824,0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12 817,9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64,7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19 717,4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19 824,0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19 824,0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19 824,0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12 817,9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64,7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395,8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646,2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785,2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482,4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61,4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395,8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646,2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785,2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482,4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61,4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395,8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646,2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785,2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482,4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61,4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395,8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646,2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785,2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482,4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61,4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5 643 263,9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4 432 013,3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5 013 957,6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3 629 623,0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72,4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3 677 221,9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101,3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62 570,5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73 750,7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246 806,5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334,6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86 750,6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35,1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73 850,7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85,1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5 414,4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13 644,6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5 414,4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13 644,6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30 018,5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42 806,1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200 225,1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467,7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46 550,7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23,2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56 550,7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121,5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30 018,5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42 806,1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200 225,1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467,7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46 550,7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23,2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56 550,7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121,5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27 137,6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17 300,0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46 581,4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269,3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40 199,9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86,3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17 300,0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3 239,2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18 240,6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18 240,6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23 898,4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17 300,0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28 340,8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21 959,3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77,5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17 300,0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78,8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Массовый спорт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216 783,3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721 921,1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504 988,4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352 244,9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69,8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382 658,6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108,6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72 886,8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66 529,5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3 481,5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3 482,6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72 886,8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66 529,5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3 481,5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3 482,6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124 493,8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703 800,0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418 892,1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329 546,9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78,7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360 105,2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109,3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124 493,8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703 800,0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418 892,1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329 546,9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78,7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360 105,2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109,3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19 402,7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18 121,1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19 566,8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19 216,5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19 070,8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99,2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19 402,7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18 121,1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19 566,8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19 216,5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19 070,8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99,2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Спорт высших достижений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5 324 558,2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3 593 994,6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4 217 335,8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3 145 800,6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74,6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3 175 885,7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6 708,8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788,2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788,2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788,2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6 708,8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788,2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788,2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788,2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28 546,3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10 277,0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8 380,7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8 875,6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8 875,6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28 546,3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10 277,0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8 380,7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8 875,6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8 875,6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5 295 911,9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3 577 008,8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4 208 166,9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3 136 136,8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74,5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3 166 221,9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1 413 875,7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1 474 168,8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1 470 048,2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1 231 323,1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83,8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1 283 670,5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104,3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2 530 450,4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1 567 963,1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2 202 588,6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1 823 056,1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1 801 519,1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98,8</w:t>
            </w:r>
          </w:p>
        </w:tc>
      </w:tr>
      <w:tr w:rsidR="008A64D6" w:rsidRPr="008A64D6" w:rsidTr="00426CD1">
        <w:trPr>
          <w:trHeight w:val="102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1 351 585,9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534 876,9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535 530,1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81 757,6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81 032,3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99,1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39 351,8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42 346,9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44 826,9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44 826,9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44 826,9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E84E5A" w:rsidRPr="008A64D6" w:rsidTr="00426CD1">
        <w:trPr>
          <w:trHeight w:val="982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38 790,8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37 878,7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41 090,2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41 090,2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41 090,2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38 790,8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37 878,7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41 090,2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41 090,2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41 090,2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560,9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4 317,7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3 736,7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3 736,7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3 736,7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560,9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4 317,7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3 736,7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3 736,7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3 736,7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Уплата налогов, сборов и иных платежей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Департамент социального развития Ханты-Мансийского автономного округа – Югры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31 016 495,3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33 649 228,5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34 137 640,2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33 558 462,4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27 649 439,4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82,4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18 540,5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18 540,5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127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11 779,3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11 779,3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3 512,4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3 512,4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3 248,8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3 248,8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10 939,3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10 948,6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10 977,7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10 977,7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10 977,7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Связь и информатика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10 866,6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10 948,6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10 977,7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10 977,7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10 977,7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10 866,6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10 948,6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10 977,7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10 977,7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10 977,7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10 866,6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10 948,6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10 977,7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10 977,7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10 977,7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61 117,3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61 621,3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61 621,3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60 735,7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58 071,7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95,6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Молодежная политика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61 117,3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61 621,3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61 621,3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60 735,7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58 071,7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95,6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54 183,4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54 494,6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54 492,3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54 484,7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54 457,9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54 183,4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54 494,6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54 492,3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54 484,7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54 457,9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6 933,8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7 126,7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7 129,0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6 251,0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87,7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3 613,8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57,8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6 933,8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7 126,7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7 129,0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6 251,0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87,7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3 613,8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57,8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30 925 898,3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33 576 658,6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34 065 041,2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33 486 749,0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27 580 390,0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82,4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1 051 332,1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1 039 927,6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943 174,2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827 163,8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87,7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478 189,3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57,8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5 851,7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7 583,4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9 189,2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8 097,3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88,1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4 755,4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58,7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5 851,7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7 583,4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9 189,2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8 097,3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88,1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4 755,4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58,7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1 045 480,4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1 032 344,2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933 985,0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819 066,5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87,7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473 433,9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57,8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1 045 480,4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1 032 344,2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933 985,0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819 066,5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87,7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473 433,9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57,8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обслуживание населения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6 308 597,7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6 648 518,6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6 930 445,3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6 930 445,3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6 930 445,3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E84E5A" w:rsidRPr="008A64D6" w:rsidTr="00426CD1">
        <w:trPr>
          <w:trHeight w:val="90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574 754,7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569 063,9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598 573,9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598 364,8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598 364,8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574 754,7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569 063,9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598 573,9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598 364,8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598 364,8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80 204,3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88 440,5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86 073,7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86 300,8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86 319,8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E84E5A" w:rsidRPr="008A64D6" w:rsidTr="00426CD1">
        <w:trPr>
          <w:trHeight w:val="67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80 204,3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88 440,5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86 073,7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86 300,8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86 319,8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5 648 392,4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5 985 614,3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6 240 630,4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6 240 630,4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6 240 630,4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5 559 547,7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5 890 756,4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6 148 117,2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6 106 341,9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6 106 341,9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88 844,7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94 857,9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92 513,2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92 513,2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92 513,2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5 234,3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5 399,9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5 167,3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5 149,3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5 130,3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99,6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120,8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5 113,5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5 399,9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5 167,3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5 149,3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5 130,3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99,6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7 183 117,3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7 303 067,6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7 589 637,5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7 818 930,5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4 511 383,7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57,7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52 096,5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69 260,6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65 660,0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59 503,8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34 479,3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57,9</w:t>
            </w:r>
          </w:p>
        </w:tc>
      </w:tr>
      <w:tr w:rsidR="00E84E5A" w:rsidRPr="008A64D6" w:rsidTr="00426CD1">
        <w:trPr>
          <w:trHeight w:val="637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52 096,5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69 260,6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65 660,0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59 503,8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34 479,3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57,9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7 131 020,8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7 233 446,0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7 523 977,5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7 759 426,7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4 476 904,4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57,7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3 292 033,8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3 062 457,1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3 222 100,2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3 349 847,4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1 821 022,3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54,4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3 838 987,0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4 170 988,9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4 301 877,3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4 409 579,3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2 655 882,1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60,2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248,4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84E5A" w:rsidRPr="008A64D6" w:rsidTr="00426CD1">
        <w:trPr>
          <w:trHeight w:val="131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248,4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84E5A" w:rsidRPr="008A64D6" w:rsidTr="00426CD1">
        <w:trPr>
          <w:trHeight w:val="903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15 010 873,3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17 679 862,4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16 996 158,3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16 298 718,0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14 050 532,1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86,2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61 287,4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107 405,4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108 459,5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100 746,8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79 255,1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78,7</w:t>
            </w:r>
          </w:p>
        </w:tc>
      </w:tr>
      <w:tr w:rsidR="00E84E5A" w:rsidRPr="008A64D6" w:rsidTr="00426CD1">
        <w:trPr>
          <w:trHeight w:val="614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61 287,4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107 405,4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108 459,5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100 746,8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79 255,1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78,7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13 043 402,6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15 408 342,9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14 874 699,1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14 150 580,6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11 938 822,6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84,4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11 869 104,9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14 311 792,9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13 471 463,7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12 769 551,3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10 625 986,0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83,2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1 174 297,7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1 096 550,0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1 403 235,4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1 381 029,3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1 312 836,6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95,1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1 906 119,4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2 163 933,3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2 012 818,9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2 047 209,8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2 032 273,6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99,3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1 906 119,4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2 163 933,3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2 012 818,9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2 047 209,8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2 032 273,6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99,3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180,8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180,8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1 371 977,9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905 282,4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1 605 625,9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177,4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1 611 491,4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1 609 839,6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99,9</w:t>
            </w:r>
          </w:p>
        </w:tc>
      </w:tr>
      <w:tr w:rsidR="00E84E5A" w:rsidRPr="008A64D6" w:rsidTr="00426CD1">
        <w:trPr>
          <w:trHeight w:val="1057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394 279,5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414 025,2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414 412,3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414 404,1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414 404,1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394 279,5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414 025,2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414 412,3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414 404,1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414 404,1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34 580,3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125 456,1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123 566,0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127 441,0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126 341,1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99,1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34 580,3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125 456,1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123 566,0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127 441,0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126 341,1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99,1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3 848,2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8 000,0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8 000,0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8 000,0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8 000,0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3 848,2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8 000,0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8 000,0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8 000,0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8 000,0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559 692,9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658 341,0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658 729,5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658 891,3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559 692,9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658 341,0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658 729,5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658 891,3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221 217,5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205 257,7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210 020,9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211 631,1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210 917,4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99,7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105 809,6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71 671,7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47 295,0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37 977,0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36 324,1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95,6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3 117,7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603,0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585,0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688,2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1 385,0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236,8</w:t>
            </w:r>
          </w:p>
        </w:tc>
      </w:tr>
      <w:tr w:rsidR="008A64D6" w:rsidRPr="008A64D6" w:rsidTr="00426CD1">
        <w:trPr>
          <w:trHeight w:val="102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112 290,1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132 983,0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162 640,9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173 069,1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173 208,3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100,1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158 359,5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152 543,4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191 285,7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191 285,7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191 285,7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102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157 711,1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152 314,1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191 012,1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191 012,1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191 012,1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229,3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273,6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273,6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273,6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Счетная палата Ханты-Мансийского автономного округа – Югры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93 639,6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84 310,9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82 737,6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78 568,3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78 568,3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91 409,1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82 241,7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80 757,2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76 832,9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76 832,9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87 328,4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82 241,7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80 757,2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76 832,9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76 832,9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127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86 212,3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79 573,5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79 333,0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75 472,3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75 472,3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86 212,3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79 573,5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79 333,0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75 472,3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75 472,3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1 107,2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2 526,6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1 417,6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1 354,0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1 354,0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1 107,2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2 526,6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1 417,6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1 354,0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1 354,0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4 080,7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127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2 675,5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2 675,5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865,4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865,4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539,8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539,8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2 230,5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2 069,2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1 980,4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1 735,4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87,6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1 735,4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Связь и информатика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2 230,5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2 069,2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1 980,4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1 735,4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87,6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1 735,4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2 230,5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2 069,2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1 980,4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1 735,4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87,6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1 735,4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2 230,5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2 069,2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1 980,4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1 735,4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87,6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1 735,4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Департамент труда и занятости населения Ханты-Мансийского автономного округа – Югры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1 348 995,1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1 450 440,9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2 315 037,2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159,6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1 856 583,2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1 808 829,1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97,4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4 024,7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4 024,7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127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3 199,8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3 199,8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644,5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84E5A" w:rsidRPr="008A64D6" w:rsidTr="00426CD1">
        <w:trPr>
          <w:trHeight w:val="503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644,5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5 118,4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10 796,7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10 968,3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11 323,5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11 414,4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100,8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Миграционная политика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5 118,4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10 796,7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10 968,3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11 323,5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11 414,4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100,8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5 118,4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10 796,7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10 968,3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11 323,5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11 414,4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100,8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5 118,4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10 796,7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10 968,3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11 323,5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11 414,4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100,8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921 856,8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968 748,5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987 863,7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955 084,0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894 825,5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93,7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856 860,6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906 427,2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926 384,6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893 604,9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833 346,4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93,3</w:t>
            </w:r>
          </w:p>
        </w:tc>
      </w:tr>
      <w:tr w:rsidR="008A64D6" w:rsidRPr="008A64D6" w:rsidTr="00426CD1">
        <w:trPr>
          <w:trHeight w:val="127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465 895,7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470 542,8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468 083,0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468 133,7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468 441,6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100,1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362 774,2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372 403,7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369 693,9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369 744,6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370 052,5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100,1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103 121,4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98 139,1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98 389,1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98 389,1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98 389,1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108 845,1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124 593,9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151 711,2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133 128,3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87,8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116 982,4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87,9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108 845,1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124 593,9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151 711,2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133 128,3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87,8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116 982,4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87,9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51 284,4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52 903,8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52 540,9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51 861,2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42 580,7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82,1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50 183,9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50 854,5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50 230,3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41 011,9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81,6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Стипендии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5 793,5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376,2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376,3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376,1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99,9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Премии и гранты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643,0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525,0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44 767,1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2 140,8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860,2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804,6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742,7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92,3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85 019,6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95 698,5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91 217,1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87 190,1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79 411,7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91,1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Иные 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85 019,6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95 698,5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91 217,1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87 190,1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79 411,7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91,1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13 485,1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20 355,7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11 775,8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9 981,4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84,8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8 347,6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83,6</w:t>
            </w:r>
          </w:p>
        </w:tc>
      </w:tr>
      <w:tr w:rsidR="008A64D6" w:rsidRPr="008A64D6" w:rsidTr="00426CD1">
        <w:trPr>
          <w:trHeight w:val="102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13 485,1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20 355,7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11 775,8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9 981,4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84,8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8 347,6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83,6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132 330,8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142 332,5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151 056,6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143 310,2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117 582,4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82,0</w:t>
            </w:r>
          </w:p>
        </w:tc>
      </w:tr>
      <w:tr w:rsidR="00E84E5A" w:rsidRPr="008A64D6" w:rsidTr="00426CD1">
        <w:trPr>
          <w:trHeight w:val="819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126 352,1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139 347,3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147 777,1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140 036,5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114 327,9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81,6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2 785,0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3 193,7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2 985,2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3 279,5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3 273,7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3 254,5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99,4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64 996,2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62 321,3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61 479,1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61 479,1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61 479,1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64 996,2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62 321,3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61 479,1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61 479,1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61 479,1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64 996,2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62 321,3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61 479,1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61 479,1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61 479,1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83 830,1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80 473,8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90 874,7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112,9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93 982,2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103,4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83 830,1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80 473,8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90 874,7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112,9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93 982,2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103,4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38 871,2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42 150,8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52 662,9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124,9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52 662,9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E84E5A" w:rsidRPr="008A64D6" w:rsidTr="00426CD1">
        <w:trPr>
          <w:trHeight w:val="547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38 871,2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42 150,8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52 662,9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124,9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52 662,9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21 705,0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18 475,8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21 478,0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116,2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21 478,0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Стипендии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16 985,0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13 755,8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16 758,0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121,8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16 758,0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4 720,0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4 720,0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4 720,0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4 720,0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102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23 185,9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19 847,2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16 733,8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84,3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19 841,3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118,6</w:t>
            </w:r>
          </w:p>
        </w:tc>
      </w:tr>
      <w:tr w:rsidR="008A64D6" w:rsidRPr="008A64D6" w:rsidTr="00426CD1">
        <w:trPr>
          <w:trHeight w:val="102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23 185,9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19 847,2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16 733,8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84,3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19 841,3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118,6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417 995,2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387 065,6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1 235 731,4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799 301,0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64,7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808 607,0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101,2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417 995,2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387 065,6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1 235 731,4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799 301,0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64,7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808 607,0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101,2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1 447,6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1 661,5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6 186,3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372,3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4 848,2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78,4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4 898,5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1 447,6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1 661,5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6 186,3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372,3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4 848,2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78,4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4 898,5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382 873,6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355 404,1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1 204 545,1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338,9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769 452,8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63,9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778 708,5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101,2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366 405,0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338 622,2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1 185 668,7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753 250,4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63,5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762 426,8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101,2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Стипендии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16 468,6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16 781,9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18 876,4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16 202,4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85,8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16 281,7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100,5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33 673,9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25 000,0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25 000,0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25 000,0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 бюджету Пенсионного фонда Российской Федерации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33 673,9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25 000,0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25 000,0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25 000,0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Департамент гражданской защиты населения Ханты-Мансийского автономного округа – Югры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2 651 941,0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2 799 375,1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3 000 497,6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2 806 843,2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2 777 043,7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98,9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3 553,8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3 553,8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84E5A" w:rsidRPr="008A64D6" w:rsidTr="00426CD1">
        <w:trPr>
          <w:trHeight w:val="1124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2 506,6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2 506,6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899,4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899,4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147,7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147,7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2 648 133,7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2 799 375,1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2 981 299,7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2 788 024,9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2 757 845,8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98,9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467 859,7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502 450,8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2 977 276,3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592,6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2 784 001,5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2 753 822,4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98,9</w:t>
            </w:r>
          </w:p>
        </w:tc>
      </w:tr>
      <w:tr w:rsidR="008A64D6" w:rsidRPr="008A64D6" w:rsidTr="00426CD1">
        <w:trPr>
          <w:trHeight w:val="127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362 789,3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432 812,7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2 583 184,9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596,8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2 582 985,9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2 582 985,9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277 531,6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350 219,1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2 500 559,5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714,0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2 500 559,5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2 500 559,5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85 257,7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82 593,6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82 625,4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82 426,4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82 426,4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45 849,5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66 145,0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368 145,7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556,6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176 746,4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147 481,9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83,4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2 820,9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3 907,0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2 496,8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2 740,5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109,8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1 806,9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65,9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43 028,6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62 238,0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365 648,9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587,5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174 005,9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47,6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145 675,0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83,7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137,5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49,3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35,9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137,5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49,3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35,9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E84E5A" w:rsidRPr="008A64D6" w:rsidTr="00426CD1">
        <w:trPr>
          <w:trHeight w:val="556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</w:t>
            </w: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370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54 780,5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54 780,5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4 440,4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3 316,2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25 808,2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778,2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24 219,9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23 305,3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96,2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4 040,0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3 316,2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25 808,2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778,2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24 219,9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23 305,3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96,2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2 176 251,6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2 292 900,9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127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2 038 188,0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2 147 693,5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2 038 188,0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2 147 693,5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115 498,1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125 324,8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115 498,1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125 324,8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22 435,2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19 832,6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190,1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22 245,1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19 832,6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4 022,4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4 023,4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4 023,4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4 023,4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4 023,4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3 942,4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3 943,4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3 943,4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3 943,4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3 943,4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102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3 942,4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3 943,4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3 943,4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3 943,4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3 943,4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253,6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Связь и информатика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253,6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253,6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253,6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Служба по контролю и надзору в сфере образования Ханты-Мансийского автономного округа – Югры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60 270,1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59 877,9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59 229,9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59 387,4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59 423,4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100,1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1 914,3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1 914,3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127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1 187,0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1 187,0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727,3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727,3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Связь и информатика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58 239,8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59 877,9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59 229,9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59 387,4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59 423,4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100,1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Другие вопросы в области образования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58 239,8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59 877,9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59 229,9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59 387,4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59 423,4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100,1</w:t>
            </w:r>
          </w:p>
        </w:tc>
      </w:tr>
      <w:tr w:rsidR="00E84E5A" w:rsidRPr="008A64D6" w:rsidTr="00426CD1">
        <w:trPr>
          <w:trHeight w:val="1123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56 061,3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56 084,8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56 123,7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56 123,7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56 123,7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56 061,3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56 084,8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56 123,7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56 123,7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56 123,7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2 178,5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3 696,1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3 009,2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3 166,7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3 202,7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101,1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2 178,5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3 696,1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3 009,2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3 166,7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3 202,7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101,1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Служба жилищного и строительного надзора Ханты-Мансийского автономного округа – Югры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246 434,6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258 692,1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259 724,3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259 187,7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259 187,7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7 975,9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7 975,9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127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4 943,4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4 943,4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1 881,5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1 881,5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1 150,9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1 150,9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Национальная экономика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9 249,3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9 222,8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9 854,4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9 336,8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9 336,8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Связь и информатика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256,6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256,6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256,6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8 992,7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9 222,8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9 854,4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9 336,8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9 336,8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8 992,7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9 222,8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9 854,4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9 336,8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9 336,8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8 992,7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9 222,8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9 854,4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9 336,8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9 336,8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229 209,5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249 469,3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249 869,9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249 850,9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249 850,9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229 209,5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249 469,3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249 869,9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249 850,9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249 850,9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127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214 685,3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231 134,5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231 419,5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231 419,5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231 419,5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214 685,3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231 134,5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231 419,5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231 419,5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231 419,5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14 466,4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17 984,8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18 026,8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18 007,8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18 007,8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14 466,4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17 984,8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18 026,8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18 007,8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18 007,8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258,0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268,0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268,0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268,0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258,0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268,0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268,0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268,0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57,8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155,6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155,6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155,6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285,5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125,6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125,6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Департамент по управлению государственным имуществом Ханты-Мансийского автономного округа – Югры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8 344 858,9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6 668 540,4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440 939,6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415 978,0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415 978,0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5 637 409,2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4 450 901,4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440 939,6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415 978,0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415 978,0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5 637 409,2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4 450 901,4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440 939,6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415 978,0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415 978,0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127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156 539,8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140 175,9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140 857,8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140 857,8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140 857,8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156 539,8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140 175,9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140 857,8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140 857,8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140 857,8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105 936,7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160 233,9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156 208,0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131 246,4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131 246,4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E84E5A" w:rsidRPr="008A64D6" w:rsidTr="00426CD1">
        <w:trPr>
          <w:trHeight w:val="583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105 936,7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160 233,9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156 208,0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131 246,4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131 246,4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424,3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424,3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4 518 623,8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4 002 683,7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4 518 623,8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4 002 683,7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839 611,8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127 207,9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125 273,8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125 273,8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125 273,8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176 158,2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127 207,9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125 273,8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125 273,8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125 273,8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E84E5A" w:rsidRPr="008A64D6" w:rsidTr="00426CD1">
        <w:trPr>
          <w:trHeight w:val="273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663 453,6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16 272,9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19 700,0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17 700,0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17 700,0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17 700,0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1 882,9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4 700,0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2 700,0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2 700,0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2 700,0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14 390,0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15 000,0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15 000,0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15 000,0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15 000,0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163,6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Связь и информатика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163,6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163,6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163,6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2 707 286,1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2 217 639,0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2 707 286,1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2 217 639,0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2 707 286,1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2 217 639,0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Бюджетные инвестиции иным юридическим лицам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2 707 286,1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2 217 639,0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Избирательная комиссия Ханты-Мансийского автономного округа – Югры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147 402,8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315 499,0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334 914,2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123 137,6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36,8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123 137,6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142 957,8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311 654,3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331 069,5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120 946,6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36,5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120 946,6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137 969,1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311 654,3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331 069,5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120 946,6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36,5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120 946,6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127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112 218,6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119 341,7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121 198,7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118 971,1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118 971,1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112 218,6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119 341,7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121 198,7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118 971,1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118 971,1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2 593,5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7 159,6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7 049,8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1 975,5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1 975,5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2 593,5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7 159,6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7 049,8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1 975,5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1 975,5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23 157,0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185 153,0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202 821,0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Специальные расходы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23 157,0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185 153,0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202 821,0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4 988,7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127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3 607,2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3 607,2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1 122,0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1 122,0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259,5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259,5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4 445,0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3 844,7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3 844,7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2 191,0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2 191,0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Связь и информатика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4 445,0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3 844,7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3 844,7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2 191,0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2 191,0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4 445,0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3 844,7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3 844,7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2 191,0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2 191,0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4 445,0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3 844,7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3 844,7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2 191,0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2 191,0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Департамент жилищно-коммунального комплекса и энергетики Ханты-Мансийского автономного округа – Югры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3 206 588,8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4 423 086,3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4 002 714,2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3 328 656,2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83,2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3 207 327,6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96,4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2 426,0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2 426,0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127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1 510,5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1 510,5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875,6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875,6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171,9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Связь и информатика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171,9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171,9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171,9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3 203 991,0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4 423 086,3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4 002 714,2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3 328 656,2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83,2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3 207 327,6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96,4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227 996,6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264 270,8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259 057,3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259 057,3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259 057,3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227 996,6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264 270,8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259 057,3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259 057,3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259 057,3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102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227 996,6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264 270,8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259 057,3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259 057,3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259 057,3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2 084 154,5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2 814 669,8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2 422 962,3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1 910 274,4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78,8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1 708 364,5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89,4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2 084 154,5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2 814 669,8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2 422 962,3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1 910 274,4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78,8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1 708 364,5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89,4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1 296 867,1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1 986 434,5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1 614 923,1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1 086 699,1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67,3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859 920,7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79,1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787 287,4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828 235,3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808 039,2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823 575,3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848 443,8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640 941,3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997 935,5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730 477,0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469 623,5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64,3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469 623,5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640 941,3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997 935,5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730 477,0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469 623,5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64,3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469 623,5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636 828,1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997 935,5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450 477,0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469 623,5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469 623,5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4 113,1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280 000,0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250 898,6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346 210,2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590 217,6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689 701,0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116,9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770 282,3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111,7</w:t>
            </w:r>
          </w:p>
        </w:tc>
      </w:tr>
      <w:tr w:rsidR="008A64D6" w:rsidRPr="008A64D6" w:rsidTr="00426CD1">
        <w:trPr>
          <w:trHeight w:val="127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73 520,3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68 352,5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68 661,3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68 661,3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68 661,3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73 520,3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68 352,5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68 661,3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68 661,3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68 661,3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377,2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2 222,8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2 059,2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2 059,2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2 059,2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377,2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2 222,8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2 059,2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2 059,2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2 059,2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65 207,5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152 603,1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323 958,4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212,3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466 941,8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144,1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547 523,1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117,3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65 184,1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152 566,7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323 924,6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212,3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466 908,0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144,1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547 489,3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117,3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33,8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111 793,3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123 031,8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195 538,7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158,9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152 038,7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77,8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152 038,7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102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111 793,3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123 031,8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195 538,7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158,9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152 038,7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77,8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152 038,7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Департамент строительства Ханты-Мансийского автономного округа – Югры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15 144 532,2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21 037 279,2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11 674 994,0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10 030 007,0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85,9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9 501 772,3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94,7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4 966,9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4 966,9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127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2 942,2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2 942,2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950,8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950,8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1 073,9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1 073,9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9 517,0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40 780,2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68 833,1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168,8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3 450,5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9 517,0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40 780,2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68 833,1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168,8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3 450,5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9 484,9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6 760,0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15 017,0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222,1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3 450,5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9 484,9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6 760,0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15 017,0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222,1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3 450,5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32,1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31 046,0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53 816,1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32,1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31 046,0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53 816,1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2 974,2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2 974,2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366 786,6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396 417,7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516 563,4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489 851,7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489 851,7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Транспорт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12 000,0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12 000,0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12 000,0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12 000,0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12 000,0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12 000,0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Связь и информатика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192,0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192,0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192,0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366 594,6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384 417,7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504 563,4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131,3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489 851,7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489 851,7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127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262 060,4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263 278,9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264 924,8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264 924,8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264 924,8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166 394,8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167 671,9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169 043,0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169 043,0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169 043,0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95 665,7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95 607,0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95 881,8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95 881,8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95 881,8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14 204,8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24 131,3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130 228,2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539,7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130 228,2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130 228,2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14 204,8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24 131,3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130 228,2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539,7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130 228,2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130 228,2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2 697,1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434,0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434,0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434,0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434,0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2 697,1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434,0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434,0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434,0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434,0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81 802,2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86 860,4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86 860,4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86 860,4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86 860,4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81 802,2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86 860,4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86 860,4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86 860,4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86 860,4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5 830,1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9 713,1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22 116,0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227,7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7 404,3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33,5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7 404,3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938,0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4 892,1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9 713,1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22 116,0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227,7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7 404,3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33,5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7 404,3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13 837 362,1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17 908 758,0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7 580 786,6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6 067 639,8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6 097 457,4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100,5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10 582 908,3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14 343 023,6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7 517 007,3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6 004 639,2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79,9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6 034 456,8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100,5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10 582 908,3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13 920 873,6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6 572 007,3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5 490 336,2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83,5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6 034 456,8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109,9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10 582 908,3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13 920 873,6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6 572 007,3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5 490 336,2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83,5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6 034 456,8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109,9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422 150,0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945 000,0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223,9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514 303,0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54,4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государственным корпорациям (компаниям), публично-правовым компаниям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422 150,0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945 000,0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223,9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514 303,0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54,4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278 797,1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332 935,6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278 797,1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332 935,6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278 797,1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332 935,6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2 975 656,7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3 232 798,8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63 779,3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63 000,6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63 000,6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103 001,1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98 201,1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103 001,1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98 201,1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488,6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502,0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502,0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502,0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502,0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488,6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502,0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502,0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502,0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502,0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6 536,6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43 738,0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63 277,3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62 498,6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62 498,6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102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6 536,6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43 738,0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63 277,3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62 498,6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62 498,6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2 865 630,4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3 090 357,7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102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2 865 630,4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3 090 357,7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Охрана окружающей среды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7 853,2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7 853,2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7 853,2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7 853,2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153 005,4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873 779,3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839 234,9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650 464,7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77,5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15 700,0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2,4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64,1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39 000,0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109 316,1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539 764,7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493,8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64,1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39 000,0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109 316,1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539 764,7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493,8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64,1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39 000,0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109 316,1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539 764,7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493,8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Среднее профессиональное образование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111 094,8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569 196,3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729 918,8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110 700,0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15 700,0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14,2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27 082,5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80 000,0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15 700,0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15 700,0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15 700,0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27 082,5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80 000,0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15 700,0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15 700,0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15 700,0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22 807,2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489 196,3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714 218,8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146,0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95 000,0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22 807,2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489 196,3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714 218,8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146,0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95 000,0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61 205,2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61 205,2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Высшее образование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8 000,0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8 000,0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8 000,0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Молодежная политика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154 000,0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154 000,0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154 000,0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41 846,4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103 583,0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41 846,4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103 583,0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102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41 846,4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103 583,0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1 424,8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217 180,5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1 424,8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217 180,5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1 424,8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217 180,5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1 424,8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217 180,5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357 838,2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120 090,0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444 920,0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600 000,0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134,9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688 569,4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114,8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357 838,2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120 090,0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444 920,0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600 000,0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134,9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688 569,4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114,8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1 578,7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13 015,0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10 920,0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1 578,7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13 015,0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10 920,0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356 259,5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107 075,0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434 000,0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405,3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600 000,0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138,2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688 569,4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114,8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356 259,5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107 075,0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434 000,0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405,3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600 000,0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138,2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688 569,4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114,8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390 759,9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504 567,3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2 224 656,0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2 218 600,3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2 210 193,8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99,6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208 785,2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228 647,7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1 956 144,5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855,5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1 953 628,7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1 945 825,0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99,6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62 762,8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1 729 992,2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1 730 881,0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1 722 790,3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99,5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62 762,8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1 729 992,2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1 730 881,0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1 722 790,3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99,5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146 022,4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228 647,7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226 152,3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222 747,7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223 034,7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100,1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5 245,0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3 803,7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3 352,0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140 777,4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224 844,0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222 800,3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222 747,7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223 034,7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100,1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99 311,4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98 809,6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260 123,5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264 971,6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264 368,8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99,8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99 311,4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98 809,6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260 123,5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264 971,6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264 368,8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99,8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99 311,4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98 809,6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260 123,5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264 971,6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264 368,8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99,8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82 663,2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177 110,0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8 388,0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15 487,7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7 610,0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8 388,0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15 487,7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7 610,0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8 388,0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67 175,5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169 500,0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67 175,5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169 500,0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15 018,2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975 706,2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Спорт высших достижений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15 018,2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975 706,2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13 541,9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18 460,0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13 541,9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18 460,0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1 476,3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957 246,2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1 476,3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957 246,2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Департамент финансов Ханты-Мансийского автономного округа – Югры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15 134 284,3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68 425 449,8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19 297 239,5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27 508 277,8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142,6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34 935 902,9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312 281,2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1 716 323,2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1 251 964,3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7 765 052,8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620,2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13 701 893,1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176,5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298 990,0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307 553,2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298 017,6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301 064,2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300 955,0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127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294 404,2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294 600,7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290 281,1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293 327,7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292 327,7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99,7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294 404,2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294 600,7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290 281,1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293 327,7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292 327,7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99,7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4 457,9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12 942,5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7 726,5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7 726,5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8 617,3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111,5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4 457,9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12 942,5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7 726,5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7 726,5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8 617,3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111,5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1 408 000,0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953 186,7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608 000,0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63,8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608 000,0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1 408 000,0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953 186,7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608 000,0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63,8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608 000,0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1 408 000,0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953 186,7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608 000,0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63,8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608 000,0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13 291,2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6 855 988,6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902 103,8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12 792 938,1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186,6</w:t>
            </w:r>
          </w:p>
        </w:tc>
      </w:tr>
      <w:tr w:rsidR="008A64D6" w:rsidRPr="008A64D6" w:rsidTr="00426CD1">
        <w:trPr>
          <w:trHeight w:val="127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9 799,2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9 799,2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2 210,2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2 210,2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385,0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385,0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716,7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6 855 988,6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902 103,8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12 792 938,1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186,6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Специальные расходы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716,7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50 089,2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50 376,5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53 639,8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53 639,8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55 338,9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103,2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50 089,2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50 376,5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53 639,8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53 639,8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55 338,9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103,2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50 089,2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50 376,5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53 639,8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53 639,8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55 338,9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103,2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50 089,2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50 376,5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53 639,8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53 639,8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55 338,9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103,2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6 708,9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6 358,9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6 358,9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6 358,9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94 481,2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34 366,6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23 481,8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34 208,2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145,7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37 460,1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109,5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Транспорт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57 298,3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57 298,3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57 298,3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Связь и информатика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32 183,0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34 366,6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23 481,8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34 208,2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145,7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37 460,1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109,5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30 183,0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34 366,6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23 481,8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34 208,2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145,7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37 460,1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109,5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30 183,0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34 366,6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23 481,8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34 208,2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145,7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37 460,1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109,5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2 000,0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2 000,0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1 187 766,7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12 981,7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12 981,7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12 981,7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885 709,3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885 709,3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885 709,3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289 075,6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289 075,6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289 075,6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76 843,7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53 243 625,1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Дошкольное образование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19 491,3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19 491,3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19 491,3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30 089,4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30 089,4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30 089,4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19 421,5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19 421,5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19 421,5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Молодежная политика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6 271,5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6 271,5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6 271,5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1 570,0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53 243 625,1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1 570,0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53 243 625,1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53 243 625,1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1 570,0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39 945,9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39 945,9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39 945,9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39 945,9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83 473,9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609 603,3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83 473,9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83 473,9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83 473,9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609 603,3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609 603,3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609 603,3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26 476,4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15 018,7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15 018,7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15 018,7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Массовый спорт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10 808,2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10 808,2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10 808,2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Спорт высших достижений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649,5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649,5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649,5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625,0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425,0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425,0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425,0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1 237 200,0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1 437 830,8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3 301 008,4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229,6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4 915 456,7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148,9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5 826 892,6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118,5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1 237 200,0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1 437 830,8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3 301 008,4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229,6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4 915 456,7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148,9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5 826 892,6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118,5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1 237 200,0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1 437 830,8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3 301 008,4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229,6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4 915 456,7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148,9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5 826 892,6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118,5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1 237 200,0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1 437 830,8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3 301 008,4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229,6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4 915 456,7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148,9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5 826 892,6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118,5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12 018 392,3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11 333 324,3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14 667 145,2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129,4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14 739 920,3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15 314 318,2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103,9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6 516 987,8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7 205 863,1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11 452 896,7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158,9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12 659 509,9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13 168 698,6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6 516 987,8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7 205 863,1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11 452 896,7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158,9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12 659 509,9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13 168 698,6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Дотации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6 516 987,8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7 205 863,1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11 452 896,7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158,9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12 659 509,9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13 168 698,6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дотации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3 453 120,4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2 184 403,8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1 200 000,0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3 453 120,4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2 184 403,8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1 200 000,0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Дотации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3 453 120,4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2 184 403,8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1 200 000,0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2 048 284,1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1 943 057,4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2 014 248,5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2 080 410,4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2 145 619,6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103,1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2 048 284,1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1 943 057,4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2 014 248,5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2 080 410,4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2 145 619,6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103,1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1 297 415,9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1 202 064,7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1 239 667,9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1 271 254,6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1 304 104,8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102,6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701 524,9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740 992,7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774 580,6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809 155,8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841 514,8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49 343,3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Департамент недропользования и природных ресурсов Ханты-Мансийского автономного округа – Югры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2 359 083,1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2 599 844,6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2 439 417,6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2 500 303,3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2 497 341,3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99,9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65 022,7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71 468,2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89 374,6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62 295,5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69,7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62 545,5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100,4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65 022,7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71 468,2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89 374,6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62 295,5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69,7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62 545,5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100,4</w:t>
            </w:r>
          </w:p>
        </w:tc>
      </w:tr>
      <w:tr w:rsidR="008A64D6" w:rsidRPr="008A64D6" w:rsidTr="00426CD1">
        <w:trPr>
          <w:trHeight w:val="127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8 454,4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8 454,4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5 940,5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9 275,6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35 834,0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386,3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7 754,9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21,6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7 754,9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5 940,5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9 275,6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35 834,0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386,3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7 754,9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21,6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7 754,9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1 239,4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1 239,4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33 588,4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41 392,6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32 740,6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33 740,6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33 990,6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100,7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33 588,4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41 392,6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32 740,6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33 740,6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33 990,6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100,7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12 000,0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102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12 000,0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3 800,0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20 800,0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20 800,0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20 800,0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20 800,0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102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3 800,0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20 800,0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20 800,0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20 800,0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20 800,0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2 096 934,2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2 332 993,8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2 149 856,3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2 237 281,3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2 233 650,6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99,8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Воспроизводство минерально-сырьевой базы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340 208,9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348 714,5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338 409,4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338 409,4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338 409,4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5 105,0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2 550,0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2 550,0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2 550,0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2 550,0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E84E5A" w:rsidRPr="008A64D6" w:rsidTr="00426CD1">
        <w:trPr>
          <w:trHeight w:val="557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5 105,0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2 550,0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2 550,0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2 550,0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2 550,0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Премии и гранты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334 253,8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345 214,5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334 909,4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334 909,4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334 909,4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334 253,8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345 214,5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334 909,4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334 909,4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334 909,4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Водное хозяйство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8 807,3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10 170,3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9 744,0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8 352,1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85,7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9 416,8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112,7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8 807,3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10 170,3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9 744,0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8 352,1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85,7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9 416,8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112,7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8 807,3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10 170,3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9 744,0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8 352,1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85,7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9 416,8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112,7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Лесное хозяйство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1 391 962,7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1 628 167,2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1 455 492,1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1 544 276,9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1 539 581,5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99,7</w:t>
            </w:r>
          </w:p>
        </w:tc>
      </w:tr>
      <w:tr w:rsidR="008A64D6" w:rsidRPr="008A64D6" w:rsidTr="00426CD1">
        <w:trPr>
          <w:trHeight w:val="127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351 091,9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345 086,2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345 449,7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344 902,6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345 378,5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100,1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351 091,9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345 086,2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345 449,7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344 902,6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345 378,5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100,1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107 045,1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215 197,2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119 421,5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149 986,6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125,6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95 211,4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63,5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107 045,1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215 197,2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119 421,5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149 986,6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125,6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95 211,4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63,5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927 490,5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1 060 603,9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983 317,5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1 042 084,3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1 091 688,2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104,8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926 990,5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1 060 103,9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982 817,5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1 041 584,3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1 091 188,2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104,8</w:t>
            </w:r>
          </w:p>
        </w:tc>
      </w:tr>
      <w:tr w:rsidR="008A64D6" w:rsidRPr="008A64D6" w:rsidTr="00426CD1">
        <w:trPr>
          <w:trHeight w:val="102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6 335,2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7 279,9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7 303,4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7 303,4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7 303,4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6 335,2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7 279,9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7 303,4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7 303,4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7 303,4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Связь и информатика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571,5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571,5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571,5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355 383,8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345 941,8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346 210,8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346 242,9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346 242,9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E84E5A" w:rsidRPr="008A64D6" w:rsidTr="00426CD1">
        <w:trPr>
          <w:trHeight w:val="879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336 987,1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318 575,1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319 211,1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319 211,1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319 211,1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336 987,1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318 575,1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319 211,1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319 211,1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319 211,1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15 631,7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26 086,4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25 719,4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25 751,5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25 751,5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15 631,7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26 086,4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25 719,4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25 751,5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25 751,5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2 765,1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1 280,3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1 280,3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1 280,3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1 280,3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259,8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2 505,2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1 280,3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1 280,3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1 280,3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1 280,3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Охрана окружающей среды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197 126,2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195 382,6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200 186,7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200 726,5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201 145,2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100,2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197 126,2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195 382,6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200 186,7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200 726,5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201 145,2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100,2</w:t>
            </w:r>
          </w:p>
        </w:tc>
      </w:tr>
      <w:tr w:rsidR="008A64D6" w:rsidRPr="008A64D6" w:rsidTr="00426CD1">
        <w:trPr>
          <w:trHeight w:val="127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3 487,9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5 487,1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6 087,1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6 087,1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6 087,1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3 487,9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5 487,1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6 087,1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6 087,1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6 087,1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13 272,4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14 383,3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14 838,8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15 378,6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15 797,3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102,7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13 272,4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14 383,3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14 838,8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15 378,6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15 797,3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102,7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180 365,9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175 512,2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179 260,8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179 260,8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179 260,8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180 365,9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175 512,2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179 260,8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179 260,8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179 260,8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Служба государственной охраны объектов культурного наследия Ханты-Мансийского автономного округа – Югры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67 198,2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66 750,4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67 403,3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67 403,3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67 403,3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831,9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831,9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127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138,8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138,8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32,8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32,8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398,2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Связь и информатика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398,2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398,2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398,2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65 968,1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66 750,4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67 403,3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67 403,3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67 403,3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41 029,6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40 882,8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41 164,6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41 164,6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41 164,6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29 415,3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29 951,0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27 851,8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27 851,8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27 851,8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29 415,3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29 951,0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27 851,8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27 851,8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27 851,8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11 614,3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10 931,8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13 312,8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13 312,8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13 312,8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11 614,3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10 931,8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13 312,8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13 312,8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13 312,8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24 938,5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25 867,6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26 238,7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26 238,7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26 238,7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127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23 699,0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22 747,4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24 459,0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24 459,0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24 459,0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23 699,0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22 747,4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24 459,0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24 459,0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24 459,0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1 233,0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3 120,2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1 779,7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1 779,7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1 779,7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1 233,0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3 120,2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1 779,7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1 779,7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1 779,7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102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Служба по контролю и надзору в сфере охраны окружающей среды, объектов животного мира и лесных отношений Ханты-Мансийского автономного округа – Югры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445 065,7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741 545,1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551 191,9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546 869,3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415 778,3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11 865,2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11 865,2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84E5A" w:rsidRPr="008A64D6" w:rsidTr="00426CD1">
        <w:trPr>
          <w:trHeight w:val="1116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9 724,3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9 724,3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1 702,7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1 702,7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438,2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438,2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38 643,9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43 448,9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40 166,0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40 533,0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42 014,0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103,7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Лесное хозяйство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38 373,5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43 448,9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40 166,0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40 533,0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42 014,0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103,7</w:t>
            </w:r>
          </w:p>
        </w:tc>
      </w:tr>
      <w:tr w:rsidR="008A64D6" w:rsidRPr="008A64D6" w:rsidTr="00426CD1">
        <w:trPr>
          <w:trHeight w:val="127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33 185,4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36 853,9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36 666,0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37 033,0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38 514,0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33 185,4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36 853,9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36 666,0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37 033,0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38 514,0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4 693,1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2 750,0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2 750,0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2 750,0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4 693,1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2 750,0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2 750,0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2 750,0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495,0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495,0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102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495,0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495,0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Связь и информатика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Охрана окружающей среды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394 556,7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698 096,2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511 025,9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506 336,3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373 764,3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73,8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Экологический контроль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8 199,7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8 200,0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8 200,0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8 200,0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7 741,8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94,4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8 199,7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8 200,0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8 200,0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8 200,0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7 741,8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94,4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8 199,7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8 200,0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8 200,0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8 200,0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7 741,8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94,4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34 734,0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33 246,6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26 556,3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21 866,7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22 252,9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101,8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33 774,0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32 256,6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26 466,3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21 776,7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22 162,9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101,8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33 774,0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32 256,6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26 466,3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21 776,7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22 162,9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101,8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Премии и гранты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351 623,0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656 649,6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476 269,6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476 269,6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343 769,6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72,2</w:t>
            </w:r>
          </w:p>
        </w:tc>
      </w:tr>
      <w:tr w:rsidR="00E84E5A" w:rsidRPr="008A64D6" w:rsidTr="00426CD1">
        <w:trPr>
          <w:trHeight w:val="1008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277 442,1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298 056,1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300 458,0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300 458,3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299 047,3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99,5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277 442,1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298 056,1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300 458,0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300 458,3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299 047,3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99,5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25 299,3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36 965,1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36 349,8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36 719,4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38 200,4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25 299,3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36 965,1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36 349,8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36 719,4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38 200,4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1 491,0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1 591,0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1 591,0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1 591,0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1 491,0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1 591,0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1 591,0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1 591,0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46 020,3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317 523,4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135 867,2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135 867,2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3 367,2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42 800,0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314 170,0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132 500,0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132 500,0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3 220,4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3 353,4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3 367,2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3 367,2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3 367,2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2 861,2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2 614,0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2 003,6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1 633,7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81,5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1 563,7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95,7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1 095,0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1 766,3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1 614,0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1 703,6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1 633,7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1 563,7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95,7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Служба по делам архивов Ханты-Мансийского автономного округа – Югры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77 913,6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77 606,7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77 778,6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78 326,8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78 874,9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100,7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952,4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Другие общегосударственные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952,4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84E5A" w:rsidRPr="008A64D6" w:rsidTr="00426CD1">
        <w:trPr>
          <w:trHeight w:val="992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698,0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698,0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254,4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254,4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Связь и информатика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76 859,6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77 606,7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77 778,6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78 326,8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78 874,9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100,7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76 859,6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77 606,7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77 778,6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78 326,8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78 874,9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100,7</w:t>
            </w:r>
          </w:p>
        </w:tc>
      </w:tr>
      <w:tr w:rsidR="008A64D6" w:rsidRPr="008A64D6" w:rsidTr="00426CD1">
        <w:trPr>
          <w:trHeight w:val="127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62 305,5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62 621,7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62 664,7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62 664,7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62 664,7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32 997,2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34 922,8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34 869,8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34 869,8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34 869,8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29 308,3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27 698,9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27 794,9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27 794,9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27 794,9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6 776,0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6 418,1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5 851,9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5 851,9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5 851,9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6 776,0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6 418,1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5 851,9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5 851,9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5 851,9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7 777,3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8 566,9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9 262,0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9 810,2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10 358,3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105,6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7 777,3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8 566,9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9 262,0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9 810,2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10 358,3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105,6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Департамент государственного заказа Ханты-Мансийского автономного округа – Югры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82 855,2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80 462,6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90 374,5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89 819,4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91 079,4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101,4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81 251,1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78 963,2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79 715,1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79 715,1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79 715,1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81 251,1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78 963,2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79 715,1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79 715,1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79 715,1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127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78 796,5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76 139,2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76 140,4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76 140,4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76 140,4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78 796,5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76 139,2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76 140,4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76 140,4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76 140,4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2 453,5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2 824,0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3 574,7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3 574,7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3 574,7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2 453,5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2 824,0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3 574,7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3 574,7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3 574,7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1 604,1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1 499,4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10 659,4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710,9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10 104,3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11 364,3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112,5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Связь и информатика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1 604,1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1 499,4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10 659,4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710,9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10 104,3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11 364,3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112,5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1 604,1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1 499,4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10 659,4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710,9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10 104,3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11 364,3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112,5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1 604,1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1 499,4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10 659,4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710,9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10 104,3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11 364,3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112,5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Департамент информационных технологий и цифрового развития Ханты-Мансийского автономного округа – Югры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1 829 098,9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1 979 873,6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1 294 976,6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1 000 882,8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77,3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999 322,8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99,8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547 069,9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315 162,8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263 962,4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249 407,9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248 407,9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99,6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541 360,2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315 162,8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263 962,4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249 407,9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248 407,9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99,6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541 360,2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315 162,8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263 962,4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249 407,9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248 407,9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99,6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541 360,2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315 162,8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263 962,4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249 407,9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248 407,9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99,6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5 709,7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127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4 891,1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4 891,1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818,7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818,7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1 205 403,0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1 553 023,6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1 000 999,0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751 474,9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75,1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750 914,9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99,9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Связь и информатика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1 205 403,0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1 553 023,6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1 000 999,0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751 474,9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75,1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750 914,9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99,9</w:t>
            </w:r>
          </w:p>
        </w:tc>
      </w:tr>
      <w:tr w:rsidR="008A64D6" w:rsidRPr="008A64D6" w:rsidTr="00426CD1">
        <w:trPr>
          <w:trHeight w:val="127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159 576,5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162 982,9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160 645,1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160 645,1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160 645,1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159 576,5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162 982,9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160 645,1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160 645,1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160 645,1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816 809,7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967 199,5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547 857,9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432 666,3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432 106,3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99,9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816 809,7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967 199,5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547 857,9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432 666,3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432 106,3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99,9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2 700,0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2 700,0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2 700,0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2 700,0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2 700,0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2 700,0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2 700,0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2 700,0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182 837,1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418 626,2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288 281,0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153 948,5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53,4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153 948,5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182 837,1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418 626,2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288 281,0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153 948,5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53,4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153 948,5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43 479,7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1 515,0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1 515,0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1 515,0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1 515,0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102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43 479,7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1 500,0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1 500,0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1 500,0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76 626,0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111 687,2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30 015,2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76 626,0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111 687,2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30 015,2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76 626,0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111 687,2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30 015,2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76 626,0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111 687,2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16 900,5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Департамент внутренней политики Ханты-Мансийского автономного округа – Югры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298 688,9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312 126,6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286 022,4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221 856,9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77,6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221 290,0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99,7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207 216,5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211 345,1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218 712,4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214 546,9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213 980,0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99,7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Судебная система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252,6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344,2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277,5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164,7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59,4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334,0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202,8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252,6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344,2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277,5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164,7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59,4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334,0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202,8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252,6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344,2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277,5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164,7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59,4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334,0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202,8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206 963,9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211 000,9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218 434,9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214 382,2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213 646,0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99,7</w:t>
            </w:r>
          </w:p>
        </w:tc>
      </w:tr>
      <w:tr w:rsidR="008A64D6" w:rsidRPr="008A64D6" w:rsidTr="00426CD1">
        <w:trPr>
          <w:trHeight w:val="127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133 594,8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131 855,8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132 566,6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133 549,1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133 549,1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133 594,8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131 855,8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132 566,6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133 549,1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133 549,1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4 574,7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7 149,8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7 807,0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4 607,0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4 607,0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4 574,7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7 149,8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7 807,0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4 607,0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4 607,0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720,2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534,1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186,0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67 212,3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71 345,3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75 411,3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74 576,1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73 839,9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1 200,0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1 200,0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1 200,0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1 200,0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64 533,0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62 145,3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66 211,3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65 376,1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64 639,9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98,9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1 479,4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8 000,0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8 000,0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8 000,0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8 000,0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2 300,0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766,7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1 300,0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56,5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1 300,0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102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2 300,0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766,7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1 300,0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56,5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1 300,0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80 986,2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77 581,5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67 310,0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7 310,0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7 310,0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80 986,2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77 581,5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67 310,0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7 310,0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7 310,0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79 686,9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76 216,5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66 200,0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6 200,0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6 200,0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79 686,9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76 216,5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66 200,0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6 200,0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6 200,0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1 299,4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1 365,0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1 110,0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1 110,0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1 110,0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102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1 299,4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1 365,0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1 110,0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1 110,0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1 110,0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211,7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Связь и информатика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211,7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211,7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211,7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10 274,5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23 100,0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Прочие межбюджетные трансферты общего характера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10 274,5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23 100,0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10 274,5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23 100,0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10 274,5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23 100,0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Департамент экономического развития Ханты-Мансийского автономного округа – Югры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2 508 801,1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2 352 071,8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2 557 688,4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3 478 268,1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3 287 139,4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94,5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1 367 846,7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1 378 738,0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1 705 944,8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1 680 333,6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1 547 762,6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92,1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1 367 846,7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1 378 738,0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1 705 944,8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1 680 333,6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1 547 762,6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92,1</w:t>
            </w:r>
          </w:p>
        </w:tc>
      </w:tr>
      <w:tr w:rsidR="008A64D6" w:rsidRPr="008A64D6" w:rsidTr="00426CD1">
        <w:trPr>
          <w:trHeight w:val="127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9 361,8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9 361,8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1 461,2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1 461,2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52,1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Премии и гранты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1 229 663,3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1 244 686,5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25 611,2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1 229 383,3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1 218 830,0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25 856,5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25 611,2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127 197,8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134 051,5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1 680 333,6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1 253,5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1 680 333,6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1 547 762,6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92,1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127 197,8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134 051,5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1 680 333,6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1 253,5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1 680 333,6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1 547 762,6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92,1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796 079,2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705 120,7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686 743,6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761 514,0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821 443,3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107,9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Связь и информатика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469,4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469,4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469,4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Прикладные научные исследования в области национальной экономики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7 000,0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42 000,0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7 000,0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42 000,0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7 000,0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42 000,0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795 609,7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698 120,7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644 743,6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761 514,0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118,1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821 443,3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107,9</w:t>
            </w:r>
          </w:p>
        </w:tc>
      </w:tr>
      <w:tr w:rsidR="008A64D6" w:rsidRPr="008A64D6" w:rsidTr="00426CD1">
        <w:trPr>
          <w:trHeight w:val="127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253 475,0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259 421,6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260 690,3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260 690,3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260 690,3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253 475,0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259 421,6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260 690,3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260 690,3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260 690,3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2 543,7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7 352,3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7 200,7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7 200,7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7 200,7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E84E5A" w:rsidRPr="008A64D6" w:rsidTr="00426CD1">
        <w:trPr>
          <w:trHeight w:val="661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2 543,7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7 352,3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7 200,7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7 200,7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7 200,7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110 381,5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91 000,0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78 000,0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78 000,0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78 000,0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110 381,5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91 000,0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78 000,0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78 000,0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78 000,0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429 115,6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340 247,8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298 852,6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415 623,0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139,1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475 552,3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114,4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66 703,6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74 830,1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67 694,5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67 694,5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67 694,5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102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362 411,9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265 417,7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231 158,1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347 928,5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150,5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407 857,8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117,2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3 213,1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971 420,5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852 933,5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87,8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3 213,1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971 420,5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852 933,5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87,8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3 213,1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971 420,5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852 933,5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87,8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3 213,1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971 420,5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852 933,5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87,8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344 875,3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265 000,0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165 000,0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65 000,0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39,4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65 000,0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дотации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200 000,0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200 000,0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100 000,0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200 000,0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200 000,0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100 000,0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Дотации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200 000,0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200 000,0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100 000,0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144 875,3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65 000,0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65 000,0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65 000,0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65 000,0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144 875,3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65 000,0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65 000,0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65 000,0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65 000,0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144 875,3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65 000,0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65 000,0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65 000,0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65 000,0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Департамент здравоохранения Ханты-Мансийского автономного округа – Югры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61 636 681,3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58 962 217,9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59 724 906,0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58 927 306,0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58 994 286,0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100,1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11 092,4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11 092,4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127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7 273,0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7 273,0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2 231,5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2 231,5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1 587,9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1 587,9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2 640,4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7 516,6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1 350,0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1 350,0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1 350,0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2 640,4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7 516,6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1 350,0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1 350,0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1 350,0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2 640,4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7 516,6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1 350,0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1 350,0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1 350,0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2 640,4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7 516,6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1 350,0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1 350,0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1 350,0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1 588,4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703,0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703,0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610,6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Связь и информатика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885,4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885,4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885,4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49 379 271,8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46 404 008,3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46 416 836,5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45 125 326,8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44 677 790,3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Стационарная медицинская помощь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15 208 272,1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15 651 327,9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15 532 988,0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15 052 984,1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15 041 497,9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99,9</w:t>
            </w:r>
          </w:p>
        </w:tc>
      </w:tr>
      <w:tr w:rsidR="008A64D6" w:rsidRPr="008A64D6" w:rsidTr="00426CD1">
        <w:trPr>
          <w:trHeight w:val="127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1 233 336,0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1 256 159,2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1 257 089,6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1 256 589,6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1 256 589,6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1 233 336,0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1 256 159,2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1 257 089,6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1 256 589,6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1 256 589,6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566 687,9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937 715,2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911 082,8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694 891,9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76,3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683 405,7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98,3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566 687,9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937 715,2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911 082,8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694 891,9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76,3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683 405,7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98,3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379,2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379,2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13 358 918,3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13 404 433,4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13 310 181,6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13 046 868,6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13 046 868,6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12 964 989,1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12 905 165,5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12 805 504,7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12 542 191,7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12 542 191,7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270 715,0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347 843,9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353 274,1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353 274,1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353 274,1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102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123 214,2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151 424,0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151 402,8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151 402,8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151 402,8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48 950,7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53 020,1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54 634,0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54 634,0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54 634,0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48 940,7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53 020,1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54 634,0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54 634,0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54 634,0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Амбулаторная помощь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14 086 306,4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11 606 200,3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12 060 077,7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11 994 943,2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11 966 681,2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99,8</w:t>
            </w:r>
          </w:p>
        </w:tc>
      </w:tr>
      <w:tr w:rsidR="008A64D6" w:rsidRPr="008A64D6" w:rsidTr="00426CD1">
        <w:trPr>
          <w:trHeight w:val="127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670 944,9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691 420,8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687 600,4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687 610,4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685 310,4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99,7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670 944,9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691 420,8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687 600,4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687 610,4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685 310,4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99,7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524 315,2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676 504,0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467 564,3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402 019,8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376 457,8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93,6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524 315,2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676 504,0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467 564,3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402 019,8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376 457,8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93,6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2 542 693,0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2 657 214,6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2 862 322,1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2 861 349,3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2 859 521,6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99,9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2 542 693,0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2 657 214,6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2 862 322,1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2 861 349,3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2 859 521,6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99,9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10 346 609,3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7 579 298,7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8 040 821,7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8 042 194,5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8 043 622,2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8 425 487,8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6 915 600,3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7 323 143,3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7 323 143,3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7 323 143,3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1 920 928,8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663 019,6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716 978,4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718 351,2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719 778,9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100,2</w:t>
            </w:r>
          </w:p>
        </w:tc>
      </w:tr>
      <w:tr w:rsidR="008A64D6" w:rsidRPr="008A64D6" w:rsidTr="00426CD1">
        <w:trPr>
          <w:trHeight w:val="102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192,6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678,8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1 744,0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1 762,2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1 769,2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1 769,2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1 769,2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1 744,0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1 762,2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1 769,2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1 769,2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1 769,2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Медицинская помощь в дневных стационарах всех типов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441 879,2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435 686,0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417 526,9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417 526,9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417 526,9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127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12 450,9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14 174,0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17 373,2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17 373,2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17 373,2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12 450,9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14 174,0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17 373,2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17 373,2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17 373,2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14 698,3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13 501,1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18 128,9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18 128,9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18 128,9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14 698,3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13 501,1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18 128,9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18 128,9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18 128,9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414 730,0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408 010,9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382 024,8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382 024,8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382 024,8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405 370,0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397 594,9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368 607,8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368 607,8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368 607,8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9 360,0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10 416,0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13 417,0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13 417,0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13 417,0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Скорая медицинская помощь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802 247,0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880 377,6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2 020 775,2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229,5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1 867 571,2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1 839 873,0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98,5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117 000,0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139 075,2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889 859,8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639,8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736 655,8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708 957,6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96,2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117 000,0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139 075,2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889 859,8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639,8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736 655,8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708 957,6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96,2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685 247,0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741 302,4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819 005,7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819 005,7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819 005,7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650 375,1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706 809,7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781 513,0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781 513,0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781 513,0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34 871,9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34 492,7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37 492,7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37 492,7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37 492,7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Санаторно-оздоровительная помощь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475 927,9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482 778,4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490 076,4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488 376,4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488 376,4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127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88 272,9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88 066,2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88 066,2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88 066,2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88 066,2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88 272,9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88 066,2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88 066,2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88 066,2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88 066,2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23 885,2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24 274,6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25 900,5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24 200,5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24 200,5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23 885,2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24 274,6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25 900,5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24 200,5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24 200,5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363 335,9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370 160,7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375 758,7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375 758,7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375 758,7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27 495,8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30 450,0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30 450,0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30 450,0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335 840,2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340 160,7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345 308,7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345 308,7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345 308,7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433,8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276,9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351,0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351,0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351,0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433,8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276,9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351,0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351,0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351,0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860 668,1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1 051 494,5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989 335,2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877 132,2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88,7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899 589,8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102,6</w:t>
            </w:r>
          </w:p>
        </w:tc>
      </w:tr>
      <w:tr w:rsidR="008A64D6" w:rsidRPr="008A64D6" w:rsidTr="00426CD1">
        <w:trPr>
          <w:trHeight w:val="127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409 369,0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413 966,1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415 363,5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415 363,5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415 363,5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409 369,0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413 966,1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415 363,5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415 363,5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415 363,5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245 366,6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422 774,5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353 716,7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251 441,4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71,1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273 899,0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108,9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245 366,6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422 774,5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353 716,7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251 441,4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71,1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273 899,0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108,9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40 514,7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45 927,7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78,4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25 993,1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24 000,0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28 983,5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24 000,0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24 000,0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14 521,6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12 000,0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16 944,2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12 000,0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70,8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12 000,0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162 714,8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176 180,5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171 739,5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171 739,5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171 739,5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151 266,4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164 250,5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157 904,5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157 904,5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157 904,5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11 448,5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11 930,0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13 835,0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116,0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13 835,0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13 835,0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2 702,9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2 573,4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2 587,8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2 587,8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2 587,8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2 702,9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2 573,4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2 587,8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2 587,8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2 587,8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17 503 971,2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16 296 143,6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14 906 057,1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14 426 792,8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14 024 245,1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97,2</w:t>
            </w:r>
          </w:p>
        </w:tc>
      </w:tr>
      <w:tr w:rsidR="00E84E5A" w:rsidRPr="008A64D6" w:rsidTr="00426CD1">
        <w:trPr>
          <w:trHeight w:val="912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1 517 428,6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1 547 741,5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1 172 368,7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1 168 812,9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1 168 812,9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1 294 544,4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1 322 001,0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946 097,2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942 541,4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942 541,4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222 884,2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225 740,5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226 271,5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226 271,5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226 271,5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1 631 481,6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2 831 410,1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1 812 080,1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1 537 868,8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84,9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1 574 726,8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102,4</w:t>
            </w:r>
          </w:p>
        </w:tc>
      </w:tr>
      <w:tr w:rsidR="00E84E5A" w:rsidRPr="008A64D6" w:rsidTr="00426CD1">
        <w:trPr>
          <w:trHeight w:val="48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1 631 481,6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2 831 410,1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1 812 080,1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1 537 868,8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84,9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1 574 726,8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102,4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87 604,6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207 119,5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171 319,5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167 319,5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165 319,5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98,8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84 092,9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203 407,5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166 907,5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162 907,5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160 907,5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98,8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Премии и гранты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3 500,0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3 700,0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4 400,0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4 400,0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4 400,0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4 284 770,0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2 134 551,5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2 159 679,0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2 190 322,5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2 223 563,9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101,5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4 284 770,0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2 134 551,5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2 159 679,0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2 190 322,5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2 223 563,9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101,5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7 540 434,0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8 484 309,0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8 484 309,0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8 484 309,0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8 000 661,9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94,3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36 914,2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61 344,1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61 344,1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61 344,1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61 344,1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 бюджетам территориальных фондов обязательного медицинского страхования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7 503 519,8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8 422 964,9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2 430 000,2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950 152,1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959 164,5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720 029,7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75,1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720 029,7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2 042 931,7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584 541,9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593 802,0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354 667,2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59,7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354 667,2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384 942,3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363 395,2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363 147,5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363 147,5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363 147,5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102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2 126,2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2 215,0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2 215,0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2 215,0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2 215,0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12 252,2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140 859,9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147 136,3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158 130,4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171 130,4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108,2</w:t>
            </w:r>
          </w:p>
        </w:tc>
      </w:tr>
      <w:tr w:rsidR="008A64D6" w:rsidRPr="008A64D6" w:rsidTr="00426CD1">
        <w:trPr>
          <w:trHeight w:val="102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131 000,0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141 000,0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152 000,0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165 000,0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108,6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3 342,9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8 909,3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9 859,9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6 136,3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6 130,4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6 130,4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12 242 088,3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12 550 693,0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13 306 719,5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13 800 629,2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14 315 145,7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103,7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12 242 088,3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12 550 693,0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13 306 719,5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13 800 629,2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14 315 145,7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103,7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11 224 171,3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11 541 747,1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12 307 699,4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12 801 609,1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13 316 125,6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11 224 171,3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11 541 747,1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12 307 699,4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12 801 609,1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13 316 125,6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1 017 917,0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1 008 945,9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999 020,1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999 020,1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999 020,1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927 289,7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914 526,0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902 053,8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902 053,8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902 053,8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90 627,4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94 419,9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96 966,3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96 966,3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96 966,3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Ветеринарная служба Ханты-Мансийского автономного округа – Югры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422 374,8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469 122,2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465 243,1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481 407,5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464 993,1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96,6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3 514,9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3 514,9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127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2 511,3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2 511,3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898,9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898,9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418 859,9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469 122,2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465 243,1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481 407,5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464 993,1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96,6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325 508,1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368 457,8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364 557,8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380 722,2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364 307,8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95,7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10 597,0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38 521,3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38 521,3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38 521,3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38 521,3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10 597,0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38 521,3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38 521,3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38 521,3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38 521,3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314 911,0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329 936,5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326 036,5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342 200,9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325 786,5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95,2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314 911,0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329 936,5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326 036,5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342 200,9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325 786,5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95,2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Связь и информатика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93 261,4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100 664,4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100 685,3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100 685,3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100 685,3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127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91 038,8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95 055,6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95 552,2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95 552,2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95 552,2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91 038,8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95 055,6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95 552,2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95 552,2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95 552,2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2 144,4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5 547,8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5 047,8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5 047,8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5 047,8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2 144,4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5 547,8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5 047,8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5 047,8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5 047,8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139,8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85,3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139,8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85,3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Правительство Ханты-Мансийского автономного округа – Югры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113 164,7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96 302,4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55 351,5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55 351,5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55 351,5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113 164,7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96 302,4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55 351,5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55 351,5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55 351,5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6 059,7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9 220,8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5 288,2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5 288,2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5 288,2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127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6 059,7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9 220,8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5 288,2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5 288,2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5 288,2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6 059,7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9 220,8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5 288,2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5 288,2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5 288,2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102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106 183,1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87 081,6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50 063,3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50 063,3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50 063,3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127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106 123,0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87 081,6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50 063,3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50 063,3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50 063,3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106 123,0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87 081,6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50 063,3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50 063,3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50 063,3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921,9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921,9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921,9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Служба контроля Ханты-Мансийского автономного округа – Югры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52 561,1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48 472,9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48 856,2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48 616,2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48 616,2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52 561,1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48 472,9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48 856,2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48 616,2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48 616,2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50 642,6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48 472,9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48 856,2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48 616,2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48 616,2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127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50 632,6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48 472,9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48 856,2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48 616,2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48 616,2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50 632,6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48 472,9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48 856,2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48 616,2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48 616,2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1 918,6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127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1 918,6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1 918,6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Департамент государственной гражданской службы и кадровой политики Ханты-Мансийского автономного округа – Югры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110 665,4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123 797,0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122 491,0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120 453,9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120 453,9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109 556,8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122 748,9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121 479,6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119 355,2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119 355,2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42 167,4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52 306,9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50 702,9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48 578,5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48 578,5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42 167,4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52 306,9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50 702,9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48 578,5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48 578,5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42 167,4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52 306,9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50 702,9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48 578,5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48 578,5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67 389,5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70 442,0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70 776,7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70 776,7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70 776,7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127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57 128,6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55 023,1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55 218,8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55 218,8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55 218,8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57 128,6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55 023,1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55 218,8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55 218,8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55 218,8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9 810,4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12 513,9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15 322,9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12 752,9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83,2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12 752,9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9 810,4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12 513,9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15 322,9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12 752,9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83,2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12 752,9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448,0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2 905,0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235,0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2 805,0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1 193,6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2 805,0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Премии и гранты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448,0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2 905,0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235,0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2 805,0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1 193,6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2 805,0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284,9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Связь и информатика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284,9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284,9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284,9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Образование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823,6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1 048,1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1 011,4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1 098,7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1 098,7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823,6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1 048,1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1 011,4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1 098,7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1 098,7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823,6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1 048,1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1 011,4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1 098,7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1 098,7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823,6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1 048,1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1 011,4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1 098,7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1 098,7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Департамент проектного управления Ханты-Мансийского автономного округа – Югры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30 858,3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30 719,1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33 170,7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33 170,7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33 170,7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381,4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381,4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127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381,4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381,4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30 476,9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30 719,1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33 170,7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33 170,7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33 170,7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30 476,9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30 719,1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33 170,7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33 170,7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33 170,7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127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30 476,9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30 719,1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33 170,7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33 170,7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33 170,7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30 476,9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30 719,1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33 170,7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33 170,7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33 170,7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Аппарат Губернатора Ханты-Мансийского автономного округа – Югры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4 417 271,3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3 827 265,7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4 162 047,5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3 656 945,3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87,9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3 515 712,1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96,1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3 427 784,5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3 073 596,7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3 317 305,6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2 832 402,9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85,4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2 832 402,9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102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14 775,6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16 024,6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17 589,9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127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14 755,5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15 979,6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17 544,9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14 755,5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15 979,6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17 544,9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102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729 936,8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680 848,2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703 673,5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702 801,1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702 801,1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127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669 000,9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597 645,8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626 620,2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626 620,2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626 620,2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669 000,9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597 645,8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626 620,2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626 620,2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626 620,2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60 932,9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83 202,4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75 446,2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74 573,8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74 573,8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60 932,9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83 202,4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75 446,2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74 573,8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74 573,8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Судебная система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527 049,7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527 520,0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496 110,3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487 507,2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487 507,2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127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364 831,8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364 575,9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360 011,8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360 011,8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360 011,8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364 831,8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364 575,9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360 011,8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360 011,8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360 011,8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76 950,7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86 322,5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59 287,9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50 684,8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85,5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50 684,8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76 950,7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86 322,5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59 287,9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50 684,8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85,5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50 684,8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85 267,2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76 621,6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76 621,6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76 621,6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76 621,6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85 267,2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76 621,6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76 621,6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76 621,6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76 621,6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1 238,4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2 174,9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1 572,7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938,2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59,7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938,2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1 238,4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2 174,9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1 572,7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938,2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59,7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938,2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1 238,4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2 174,9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1 572,7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938,2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59,7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938,2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2 154 784,0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1 847 029,0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2 098 359,2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1 641 156,4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78,2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1 641 156,4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127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23 406,3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23 406,3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61 097,6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75 738,4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174 012,6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229,8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42 369,7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24,3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42 369,7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61 097,6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75 738,4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174 012,6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229,8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42 369,7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24,3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42 369,7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7 390,3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6 468,5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3 361,4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3 361,4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3 361,4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4 154,8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1 347,1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Публичные нормативные выплаты гражданам несоциального характера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3 235,5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4 861,4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3 361,4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3 361,4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3 361,4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216 813,0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225 229,0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231 750,0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228 958,2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228 958,2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216 813,0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225 229,0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231 750,0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228 958,2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228 958,2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1 846 076,8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1 539 593,1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1 689 235,2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1 366 467,1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1 366 467,1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1 846 076,8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1 539 593,1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1 689 235,2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1 366 467,1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1 366 467,1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202 452,0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196 612,2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191 941,0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189 634,4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192 736,0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101,6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Органы юстиции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202 452,0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192 358,2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188 771,3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189 634,4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192 736,0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101,6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1 143,9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4 309,2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1 373,0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1 309,8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1 336,4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1 143,9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4 309,2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1 373,0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1 309,8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1 336,4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201 308,2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188 049,0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187 398,3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188 324,6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191 399,6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101,6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201 308,2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188 049,0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187 398,3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188 324,6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191 399,6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101,6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4 254,0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3 169,7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4 254,0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3 169,7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4 254,0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3 169,7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4 635,2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5 128,4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3 464,7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2 100,3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60,6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2 100,3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Связь и информатика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3 263,9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3 263,9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3 263,9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1 371,3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5 128,4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3 464,7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2 100,3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60,6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2 100,3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1 371,3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5 128,4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3 464,7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2 100,3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60,6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2 100,3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1 371,3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5 128,4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3 464,7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2 100,3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60,6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2 100,3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122 599,8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152 203,3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122 905,4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122 937,0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122 937,0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122 599,8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152 203,3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122 905,4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122 937,0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122 937,0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122 599,8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152 203,3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122 905,4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122 937,0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122 937,0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122 599,8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152 203,3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122 905,4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122 937,0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122 937,0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175 049,5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161 488,6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3 229,8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144 334,8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89,4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175 049,5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161 488,6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3 229,8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144 334,8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89,4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175 049,5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161 488,6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3 229,8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144 334,8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89,4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175 049,5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161 488,6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3 229,8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144 334,8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89,4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301 176,1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256 205,0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255 889,7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256 205,0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256 205,0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Стационарная медицинская помощь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301 176,1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256 205,0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255 889,7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256 205,0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256 205,0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E84E5A" w:rsidRPr="008A64D6" w:rsidTr="00426CD1">
        <w:trPr>
          <w:trHeight w:val="464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301 176,1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256 205,0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255 889,7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256 205,0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256 205,0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301 176,1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256 205,0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255 889,7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256 205,0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256 205,0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37 424,2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109 697,1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109 052,5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109 330,9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109 330,9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5 053,4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5 800,0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5 250,0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5 250,0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5 250,0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5 053,4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5 800,0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5 250,0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5 250,0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5 250,0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5 053,4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5 800,0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5 250,0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5 250,0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5 250,0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32 370,8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103 897,1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103 802,5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104 080,9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104 080,9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197,7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197,7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32 173,1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103 697,1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103 602,5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103 880,9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103 880,9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32 173,1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103 697,1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103 602,5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103 880,9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103 880,9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Физическая культура и спорт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146 150,0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27 600,0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Спорт высших достижений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146 150,0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27 600,0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84E5A" w:rsidRPr="008A64D6" w:rsidTr="00426CD1">
        <w:trPr>
          <w:trHeight w:val="531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146 150,0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27 600,0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146 150,0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27 600,0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1 223,0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Телевидение и радиовещание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1 223,0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84E5A" w:rsidRPr="008A64D6" w:rsidTr="00426CD1">
        <w:trPr>
          <w:trHeight w:val="653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1 223,0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1 223,0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Департамент промышленности Ханты-Мансийского автономного округа - Югры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3 468 380,7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4 701 006,2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2 829 539,3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1 694 975,5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59,9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1 707 225,8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100,7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3 271,4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3 271,4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84E5A" w:rsidRPr="008A64D6" w:rsidTr="00426CD1">
        <w:trPr>
          <w:trHeight w:val="1141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2 477,8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2 477,8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84E5A" w:rsidRPr="008A64D6" w:rsidTr="00426CD1">
        <w:trPr>
          <w:trHeight w:val="343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793,6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793,6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3 112 139,3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1 906 888,1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1 595 575,1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1 693 242,1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1 705 630,9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100,7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1 512 979,2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1 318 801,0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1 303 492,3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1 309 398,3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1 306 311,1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99,8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4 278,5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6 702,5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6 436,4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6 436,4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6 436,4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E84E5A" w:rsidRPr="008A64D6" w:rsidTr="00426CD1">
        <w:trPr>
          <w:trHeight w:val="657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4 278,5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6 702,5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6 436,4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6 436,4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6 436,4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1 292 631,2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921 510,4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947 922,5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929 047,5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940 122,5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101,2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1 612,7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1 291 018,6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921 510,4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947 922,5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929 047,5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940 122,5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101,2</w:t>
            </w:r>
          </w:p>
        </w:tc>
      </w:tr>
      <w:tr w:rsidR="00E84E5A" w:rsidRPr="008A64D6" w:rsidTr="00426CD1">
        <w:trPr>
          <w:trHeight w:val="651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21 241,9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102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21 136,9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194 827,6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390 588,1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349 133,4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373 914,4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359 752,2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96,2</w:t>
            </w:r>
          </w:p>
        </w:tc>
      </w:tr>
      <w:tr w:rsidR="00E84E5A" w:rsidRPr="008A64D6" w:rsidTr="00426CD1">
        <w:trPr>
          <w:trHeight w:val="601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194 805,2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390 588,1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349 133,4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373 914,4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359 752,2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96,2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1 599 160,1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588 087,1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292 082,8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383 843,8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131,4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399 319,8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104,0</w:t>
            </w:r>
          </w:p>
        </w:tc>
      </w:tr>
      <w:tr w:rsidR="00E84E5A" w:rsidRPr="008A64D6" w:rsidTr="00426CD1">
        <w:trPr>
          <w:trHeight w:val="889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111 497,3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102 291,8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102 592,7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101 541,0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101 541,0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111 497,3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102 291,8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102 592,7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101 541,0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101 541,0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7 566,8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9 446,6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9 446,6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9 546,6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9 546,6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E84E5A" w:rsidRPr="008A64D6" w:rsidTr="00426CD1">
        <w:trPr>
          <w:trHeight w:val="551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7 566,8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9 446,6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9 446,6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9 546,6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9 546,6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12 689,1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11 349,6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12 882,6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12 582,6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12 582,6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12 689,1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11 349,6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12 882,6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12 582,6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12 582,6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1 327 144,5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237 681,6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131 443,9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216 501,6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164,7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231 977,6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107,1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95 544,5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122 268,1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126 152,3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123 265,0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138 741,0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112,6</w:t>
            </w:r>
          </w:p>
        </w:tc>
      </w:tr>
      <w:tr w:rsidR="008A64D6" w:rsidRPr="008A64D6" w:rsidTr="006E252B">
        <w:trPr>
          <w:trHeight w:val="177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</w:t>
            </w: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компаний)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700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1 231 600,0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115 413,5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5 291,6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93 236,6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1 762,0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93 236,6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140 262,4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227 317,5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35 617,0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43 572,0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122,3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43 572,0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E84E5A" w:rsidRPr="008A64D6" w:rsidTr="00426CD1">
        <w:trPr>
          <w:trHeight w:val="733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140 262,4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227 317,5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35 617,0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43 572,0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122,3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43 572,0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1 666,7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4 228,7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253,7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1 733,4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1 594,9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1 666,7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4 228,7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253,7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1 733,4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1 594,9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1 666,7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4 228,7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253,7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1 733,4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1 594,9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1 666,7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4 228,7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253,7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1 733,4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1 594,9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Охрана окружающей среды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2 970,0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231 371,4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325 490,3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2 970,0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231 371,4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325 490,3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224 441,4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325 490,3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224 441,4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325 490,3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2 970,0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6 930,0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2 970,0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6 930,0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51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350 000,0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2 560 780,0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904 245,2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25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Массовый спорт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350 000,0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2 560 780,0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904 245,2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426CD1">
        <w:trPr>
          <w:trHeight w:val="765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350 000,0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2 560 780,0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904 245,2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A64D6" w:rsidRPr="008A64D6" w:rsidTr="006E252B">
        <w:trPr>
          <w:trHeight w:val="1090"/>
        </w:trPr>
        <w:tc>
          <w:tcPr>
            <w:tcW w:w="4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64D6" w:rsidRPr="008A64D6" w:rsidRDefault="008A64D6" w:rsidP="008A6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350 000,0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2 560 780,0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904 245,2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4D6" w:rsidRPr="008A64D6" w:rsidRDefault="008A64D6" w:rsidP="008A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4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</w:tbl>
    <w:p w:rsidR="009B0E2C" w:rsidRPr="00983946" w:rsidRDefault="009B0E2C" w:rsidP="006E25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9B0E2C" w:rsidRPr="00983946" w:rsidSect="006E252B">
      <w:headerReference w:type="default" r:id="rId7"/>
      <w:pgSz w:w="16838" w:h="11906" w:orient="landscape" w:code="9"/>
      <w:pgMar w:top="1134" w:right="567" w:bottom="851" w:left="567" w:header="567" w:footer="567" w:gutter="0"/>
      <w:pgNumType w:start="190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64D6" w:rsidRDefault="008A64D6" w:rsidP="00DD15BD">
      <w:pPr>
        <w:spacing w:after="0" w:line="240" w:lineRule="auto"/>
      </w:pPr>
      <w:r>
        <w:separator/>
      </w:r>
    </w:p>
  </w:endnote>
  <w:endnote w:type="continuationSeparator" w:id="0">
    <w:p w:rsidR="008A64D6" w:rsidRDefault="008A64D6" w:rsidP="00DD15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64D6" w:rsidRDefault="008A64D6" w:rsidP="00DD15BD">
      <w:pPr>
        <w:spacing w:after="0" w:line="240" w:lineRule="auto"/>
      </w:pPr>
      <w:r>
        <w:separator/>
      </w:r>
    </w:p>
  </w:footnote>
  <w:footnote w:type="continuationSeparator" w:id="0">
    <w:p w:rsidR="008A64D6" w:rsidRDefault="008A64D6" w:rsidP="00DD15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-588769821"/>
      <w:docPartObj>
        <w:docPartGallery w:val="Page Numbers (Top of Page)"/>
        <w:docPartUnique/>
      </w:docPartObj>
    </w:sdtPr>
    <w:sdtEndPr/>
    <w:sdtContent>
      <w:p w:rsidR="008A64D6" w:rsidRPr="00D67039" w:rsidRDefault="008A64D6">
        <w:pPr>
          <w:pStyle w:val="a4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6703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6703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6703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E252B">
          <w:rPr>
            <w:rFonts w:ascii="Times New Roman" w:hAnsi="Times New Roman" w:cs="Times New Roman"/>
            <w:noProof/>
            <w:sz w:val="24"/>
            <w:szCs w:val="24"/>
          </w:rPr>
          <w:t>1983</w:t>
        </w:r>
        <w:r w:rsidRPr="00D6703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DAC"/>
    <w:rsid w:val="00022DAC"/>
    <w:rsid w:val="00070970"/>
    <w:rsid w:val="000811A5"/>
    <w:rsid w:val="000A0568"/>
    <w:rsid w:val="000B3931"/>
    <w:rsid w:val="000E49E2"/>
    <w:rsid w:val="001778C5"/>
    <w:rsid w:val="001B7EC1"/>
    <w:rsid w:val="001D6FDB"/>
    <w:rsid w:val="001F2076"/>
    <w:rsid w:val="001F3019"/>
    <w:rsid w:val="00251AB5"/>
    <w:rsid w:val="00267EC9"/>
    <w:rsid w:val="002B10C9"/>
    <w:rsid w:val="002D3E84"/>
    <w:rsid w:val="002F247F"/>
    <w:rsid w:val="00303528"/>
    <w:rsid w:val="00385870"/>
    <w:rsid w:val="003C122E"/>
    <w:rsid w:val="003C1D35"/>
    <w:rsid w:val="003C506A"/>
    <w:rsid w:val="003D31E0"/>
    <w:rsid w:val="00404C0E"/>
    <w:rsid w:val="0040538C"/>
    <w:rsid w:val="00406286"/>
    <w:rsid w:val="00426CD1"/>
    <w:rsid w:val="00446CFE"/>
    <w:rsid w:val="004F0105"/>
    <w:rsid w:val="00547A2F"/>
    <w:rsid w:val="005553EA"/>
    <w:rsid w:val="00586813"/>
    <w:rsid w:val="005B74B4"/>
    <w:rsid w:val="005C15CD"/>
    <w:rsid w:val="005C71C3"/>
    <w:rsid w:val="0062552C"/>
    <w:rsid w:val="006457FE"/>
    <w:rsid w:val="00675BD4"/>
    <w:rsid w:val="00692F96"/>
    <w:rsid w:val="00696ED0"/>
    <w:rsid w:val="006A1898"/>
    <w:rsid w:val="006C3514"/>
    <w:rsid w:val="006E252B"/>
    <w:rsid w:val="006F23D0"/>
    <w:rsid w:val="006F5EF7"/>
    <w:rsid w:val="00740FF0"/>
    <w:rsid w:val="00786355"/>
    <w:rsid w:val="007B392C"/>
    <w:rsid w:val="007C1252"/>
    <w:rsid w:val="008140C0"/>
    <w:rsid w:val="00837BF8"/>
    <w:rsid w:val="008854BF"/>
    <w:rsid w:val="008A64D6"/>
    <w:rsid w:val="00903F1E"/>
    <w:rsid w:val="00920913"/>
    <w:rsid w:val="0093726D"/>
    <w:rsid w:val="00980922"/>
    <w:rsid w:val="00983946"/>
    <w:rsid w:val="009B0E2C"/>
    <w:rsid w:val="009B6E8B"/>
    <w:rsid w:val="009C2810"/>
    <w:rsid w:val="009C3421"/>
    <w:rsid w:val="00A12EDF"/>
    <w:rsid w:val="00A2536F"/>
    <w:rsid w:val="00A26B8A"/>
    <w:rsid w:val="00AC583B"/>
    <w:rsid w:val="00B04E70"/>
    <w:rsid w:val="00B264CC"/>
    <w:rsid w:val="00BD0819"/>
    <w:rsid w:val="00C059C6"/>
    <w:rsid w:val="00C16769"/>
    <w:rsid w:val="00C35644"/>
    <w:rsid w:val="00C40AB0"/>
    <w:rsid w:val="00C55843"/>
    <w:rsid w:val="00C56906"/>
    <w:rsid w:val="00C8059C"/>
    <w:rsid w:val="00C82256"/>
    <w:rsid w:val="00CB6C6A"/>
    <w:rsid w:val="00D37412"/>
    <w:rsid w:val="00D50C70"/>
    <w:rsid w:val="00D67039"/>
    <w:rsid w:val="00D7702A"/>
    <w:rsid w:val="00DD15BD"/>
    <w:rsid w:val="00E03D74"/>
    <w:rsid w:val="00E27DFE"/>
    <w:rsid w:val="00E4308A"/>
    <w:rsid w:val="00E80E5E"/>
    <w:rsid w:val="00E84E5A"/>
    <w:rsid w:val="00EA6864"/>
    <w:rsid w:val="00EB0B43"/>
    <w:rsid w:val="00F50E1A"/>
    <w:rsid w:val="00F51E25"/>
    <w:rsid w:val="00F5551F"/>
    <w:rsid w:val="00F647C6"/>
    <w:rsid w:val="00F71A1E"/>
    <w:rsid w:val="00FB4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0DC1BA-64E8-498F-A5AD-143FDCE40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22DAC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DD15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D15BD"/>
  </w:style>
  <w:style w:type="paragraph" w:styleId="a6">
    <w:name w:val="footer"/>
    <w:basedOn w:val="a"/>
    <w:link w:val="a7"/>
    <w:uiPriority w:val="99"/>
    <w:unhideWhenUsed/>
    <w:rsid w:val="00DD15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D15BD"/>
  </w:style>
  <w:style w:type="paragraph" w:customStyle="1" w:styleId="ConsPlusNormal">
    <w:name w:val="ConsPlusNormal"/>
    <w:rsid w:val="007C12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a8">
    <w:name w:val="FollowedHyperlink"/>
    <w:basedOn w:val="a0"/>
    <w:uiPriority w:val="99"/>
    <w:semiHidden/>
    <w:unhideWhenUsed/>
    <w:rsid w:val="009C3421"/>
    <w:rPr>
      <w:color w:val="800080"/>
      <w:u w:val="single"/>
    </w:rPr>
  </w:style>
  <w:style w:type="paragraph" w:customStyle="1" w:styleId="xl64">
    <w:name w:val="xl64"/>
    <w:basedOn w:val="a"/>
    <w:rsid w:val="009C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5">
    <w:name w:val="xl65"/>
    <w:basedOn w:val="a"/>
    <w:rsid w:val="009C342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a"/>
    <w:rsid w:val="009C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9C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9C3421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1">
    <w:name w:val="xl71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2">
    <w:name w:val="xl72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5">
    <w:name w:val="xl75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7">
    <w:name w:val="xl77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8">
    <w:name w:val="xl78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9">
    <w:name w:val="xl79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1">
    <w:name w:val="xl81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2">
    <w:name w:val="xl82"/>
    <w:basedOn w:val="a"/>
    <w:rsid w:val="009C342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3">
    <w:name w:val="xl63"/>
    <w:basedOn w:val="a"/>
    <w:rsid w:val="00837BF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A253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253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9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4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0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arovaGY\Documents\Doc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FA8EC1-C80D-48F2-8621-CCB05FC7A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Doc.dotx</Template>
  <TotalTime>70</TotalTime>
  <Pages>83</Pages>
  <Words>30104</Words>
  <Characters>171598</Characters>
  <Application>Microsoft Office Word</Application>
  <DocSecurity>0</DocSecurity>
  <Lines>1429</Lines>
  <Paragraphs>402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Шарова Жанна Юрьевна</dc:creator>
  <cp:lastModifiedBy>Шубная Юлия Петровна</cp:lastModifiedBy>
  <cp:revision>15</cp:revision>
  <cp:lastPrinted>2020-10-23T15:03:00Z</cp:lastPrinted>
  <dcterms:created xsi:type="dcterms:W3CDTF">2019-10-08T10:07:00Z</dcterms:created>
  <dcterms:modified xsi:type="dcterms:W3CDTF">2020-10-27T06:43:00Z</dcterms:modified>
</cp:coreProperties>
</file>